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C064D" w14:textId="312CFAC4" w:rsidR="00140BC7" w:rsidRPr="00516ABD" w:rsidRDefault="00140BC7" w:rsidP="00140BC7">
      <w:pPr>
        <w:pStyle w:val="lk1"/>
      </w:pPr>
      <w:r>
        <w:t>C’est ça  – Jahresplanung</w:t>
      </w:r>
      <w:r w:rsidRPr="00BE4AF2">
        <w:t xml:space="preserve"> 7. Klasse</w:t>
      </w:r>
    </w:p>
    <w:p w14:paraId="64AF9225" w14:textId="3403E040" w:rsidR="00E171FD" w:rsidRPr="00024872" w:rsidRDefault="001523CB" w:rsidP="00140BC7">
      <w:pPr>
        <w:pStyle w:val="lk2"/>
      </w:pPr>
      <w:r>
        <w:t>4</w:t>
      </w:r>
      <w:r w:rsidR="00BE4AF2" w:rsidRPr="00BE4AF2">
        <w:t xml:space="preserve"> Lektionen Französisch pro Woche, Version G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022335" w:rsidRPr="00FC2481" w14:paraId="0FDED5AE" w14:textId="77777777" w:rsidTr="003817EA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39D3DD55" w14:textId="1213482C" w:rsidR="00022335" w:rsidRPr="00E210A4" w:rsidRDefault="00022335" w:rsidP="00783F5C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3630BC">
              <w:rPr>
                <w:rStyle w:val="lkfett"/>
                <w:lang w:val="fr-CH"/>
              </w:rPr>
              <w:t>1</w:t>
            </w:r>
            <w:r w:rsidRPr="00E210A4">
              <w:rPr>
                <w:rStyle w:val="lkfett"/>
                <w:lang w:val="fr-CH"/>
              </w:rPr>
              <w:t>,</w:t>
            </w:r>
            <w:r w:rsidR="00951A26" w:rsidRPr="00E210A4">
              <w:rPr>
                <w:rStyle w:val="lkfett"/>
                <w:lang w:val="fr-CH"/>
              </w:rPr>
              <w:t xml:space="preserve"> </w:t>
            </w:r>
            <w:r w:rsidR="00783F5C" w:rsidRPr="00783F5C">
              <w:rPr>
                <w:rStyle w:val="lkfett"/>
                <w:lang w:val="fr-CH"/>
              </w:rPr>
              <w:t>Notre journal</w:t>
            </w:r>
            <w:r w:rsidR="00783F5C">
              <w:rPr>
                <w:rStyle w:val="lkfett"/>
                <w:lang w:val="fr-CH"/>
              </w:rPr>
              <w:t xml:space="preserve"> </w:t>
            </w:r>
            <w:r w:rsidR="00783F5C" w:rsidRPr="00783F5C">
              <w:rPr>
                <w:rStyle w:val="lkfett"/>
                <w:lang w:val="fr-CH"/>
              </w:rPr>
              <w:t>de classe</w:t>
            </w:r>
          </w:p>
        </w:tc>
      </w:tr>
      <w:tr w:rsidR="0002233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43D088EB" w:rsidR="00022335" w:rsidRPr="00951A26" w:rsidRDefault="00951A2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53BBB93F" w:rsidR="00022335" w:rsidRPr="00951A26" w:rsidRDefault="00022335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795587" w:rsidRPr="00795587" w14:paraId="53ECA1BB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3EF833A5" w14:textId="77777777" w:rsidR="00795587" w:rsidRDefault="00795587" w:rsidP="00795587">
            <w:pPr>
              <w:pStyle w:val="lkp"/>
            </w:pPr>
            <w:r>
              <w:t>Cahier S. 6–25</w:t>
            </w:r>
          </w:p>
          <w:p w14:paraId="52E223C5" w14:textId="77777777" w:rsidR="00795587" w:rsidRDefault="00795587" w:rsidP="00795587">
            <w:pPr>
              <w:pStyle w:val="lkp"/>
            </w:pPr>
            <w:r>
              <w:t>Audio 1–6, 38, 50</w:t>
            </w:r>
          </w:p>
          <w:p w14:paraId="1E2FFA03" w14:textId="48832CCF" w:rsidR="00795587" w:rsidRDefault="00795587" w:rsidP="00795587">
            <w:pPr>
              <w:pStyle w:val="lkp"/>
            </w:pPr>
            <w:r>
              <w:t>KV 1.1–1.2, 1.m</w:t>
            </w:r>
          </w:p>
        </w:tc>
        <w:tc>
          <w:tcPr>
            <w:tcW w:w="1357" w:type="dxa"/>
            <w:vAlign w:val="center"/>
          </w:tcPr>
          <w:p w14:paraId="0A73E5B3" w14:textId="631D7B15" w:rsidR="00795587" w:rsidRDefault="00795587" w:rsidP="00E705CA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 xml:space="preserve">: </w:t>
            </w:r>
            <w:r w:rsidR="00E705CA">
              <w:t>13</w:t>
            </w:r>
            <w:r w:rsidRPr="008229B2">
              <w:t>–</w:t>
            </w:r>
            <w:r w:rsidR="00E705CA"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182199D7" w14:textId="77777777" w:rsidR="00795587" w:rsidRPr="00A750EF" w:rsidRDefault="00795587" w:rsidP="00795587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5C179842" w14:textId="77777777" w:rsidR="00795587" w:rsidRPr="00A750EF" w:rsidRDefault="00795587" w:rsidP="00795587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1038FCF0" w14:textId="77777777" w:rsidR="00795587" w:rsidRPr="00A750EF" w:rsidRDefault="00795587" w:rsidP="00795587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754C384F" w14:textId="77777777" w:rsidR="00795587" w:rsidRPr="00A750EF" w:rsidRDefault="00795587" w:rsidP="00795587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08192697" w:rsidR="00795587" w:rsidRPr="00F66711" w:rsidRDefault="00795587" w:rsidP="00795587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47EA13F2" w:rsidR="00795587" w:rsidRDefault="00795587" w:rsidP="00795587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7A0C0161" w:rsidR="00795587" w:rsidRDefault="00795587" w:rsidP="00795587">
            <w:pPr>
              <w:pStyle w:val="lkp"/>
            </w:pPr>
            <w:r w:rsidRPr="004A7217">
              <w:t>2H, 3I, 7D, 7F</w:t>
            </w:r>
          </w:p>
        </w:tc>
        <w:tc>
          <w:tcPr>
            <w:tcW w:w="2126" w:type="dxa"/>
            <w:vAlign w:val="center"/>
          </w:tcPr>
          <w:p w14:paraId="1075D23F" w14:textId="399DD79B" w:rsidR="00795587" w:rsidRPr="00295E4A" w:rsidRDefault="00795587" w:rsidP="00795587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1D, 2</w:t>
            </w:r>
            <w:r w:rsidRPr="00295E4A">
              <w:rPr>
                <w:lang w:val="fr-CH"/>
              </w:rPr>
              <w:t>C/D/G, 3A–C, 4D,</w:t>
            </w:r>
            <w:r w:rsidRPr="00295E4A">
              <w:rPr>
                <w:lang w:val="fr-CH"/>
              </w:rPr>
              <w:br/>
              <w:t>5C–D, 7B–C</w:t>
            </w:r>
          </w:p>
        </w:tc>
        <w:tc>
          <w:tcPr>
            <w:tcW w:w="3934" w:type="dxa"/>
            <w:vAlign w:val="center"/>
          </w:tcPr>
          <w:p w14:paraId="130F7AF4" w14:textId="77777777" w:rsidR="00795587" w:rsidRPr="00295E4A" w:rsidRDefault="00795587" w:rsidP="00795587">
            <w:pPr>
              <w:pStyle w:val="lkp"/>
              <w:rPr>
                <w:lang w:val="fr-CH"/>
              </w:rPr>
            </w:pPr>
          </w:p>
        </w:tc>
      </w:tr>
      <w:tr w:rsidR="00795587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7ECBE21D" w14:textId="77777777" w:rsidR="00795587" w:rsidRPr="00263040" w:rsidRDefault="00795587" w:rsidP="00795587">
            <w:pPr>
              <w:pStyle w:val="lkp"/>
              <w:rPr>
                <w:lang w:val="fr-CH"/>
              </w:rPr>
            </w:pPr>
            <w:r w:rsidRPr="00263040">
              <w:rPr>
                <w:lang w:val="fr-CH"/>
              </w:rPr>
              <w:t>Entraîn.</w:t>
            </w:r>
            <w:r w:rsidRPr="00263040">
              <w:rPr>
                <w:rStyle w:val="lkhochgestellt"/>
                <w:lang w:val="fr-CH"/>
              </w:rPr>
              <w:t>2</w:t>
            </w:r>
            <w:r w:rsidRPr="00263040">
              <w:rPr>
                <w:lang w:val="fr-CH"/>
              </w:rPr>
              <w:t xml:space="preserve"> S. 4–13</w:t>
            </w:r>
          </w:p>
          <w:p w14:paraId="6EAE658C" w14:textId="77777777" w:rsidR="00795587" w:rsidRPr="00263040" w:rsidRDefault="00795587" w:rsidP="00795587">
            <w:pPr>
              <w:pStyle w:val="lkp"/>
              <w:rPr>
                <w:lang w:val="fr-CH"/>
              </w:rPr>
            </w:pPr>
            <w:r w:rsidRPr="00263040">
              <w:rPr>
                <w:lang w:val="fr-CH"/>
              </w:rPr>
              <w:t>Audio 1</w:t>
            </w:r>
          </w:p>
          <w:p w14:paraId="7102299D" w14:textId="337AA52B" w:rsidR="00795587" w:rsidRPr="00263040" w:rsidRDefault="00795587" w:rsidP="00795587">
            <w:pPr>
              <w:pStyle w:val="lkp"/>
              <w:rPr>
                <w:lang w:val="fr-CH"/>
              </w:rPr>
            </w:pPr>
            <w:r w:rsidRPr="00263040">
              <w:rPr>
                <w:lang w:val="fr-CH"/>
              </w:rPr>
              <w:t>Ex. int.</w:t>
            </w:r>
            <w:r w:rsidRPr="00263040">
              <w:rPr>
                <w:rStyle w:val="lkhochgestellt"/>
                <w:lang w:val="fr-CH"/>
              </w:rPr>
              <w:t>3</w:t>
            </w:r>
            <w:r w:rsidRPr="00263040">
              <w:rPr>
                <w:lang w:val="fr-CH"/>
              </w:rPr>
              <w:t xml:space="preserve"> 7–21</w:t>
            </w:r>
          </w:p>
        </w:tc>
        <w:tc>
          <w:tcPr>
            <w:tcW w:w="1357" w:type="dxa"/>
            <w:vAlign w:val="center"/>
          </w:tcPr>
          <w:p w14:paraId="031228F0" w14:textId="32560B75" w:rsidR="00795587" w:rsidRPr="0062650C" w:rsidRDefault="00795587" w:rsidP="00795587">
            <w:pPr>
              <w:pStyle w:val="lkp"/>
              <w:rPr>
                <w:lang w:val="fr-CH"/>
              </w:rPr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 w:rsidR="00741F53">
              <w:t>: 5</w:t>
            </w:r>
            <w:r w:rsidRPr="00CE02A2">
              <w:t>–</w:t>
            </w:r>
            <w:r w:rsidR="00741F53">
              <w:t>6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795587" w:rsidRPr="0062650C" w:rsidRDefault="00795587" w:rsidP="00795587">
            <w:pPr>
              <w:pStyle w:val="lkp"/>
              <w:rPr>
                <w:rFonts w:cstheme="minorHAnsi"/>
                <w:lang w:val="fr-CH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795587" w:rsidRPr="0062650C" w:rsidRDefault="00795587" w:rsidP="00795587">
            <w:pPr>
              <w:pStyle w:val="lkp"/>
              <w:rPr>
                <w:lang w:val="fr-CH"/>
              </w:rPr>
            </w:pPr>
          </w:p>
        </w:tc>
        <w:tc>
          <w:tcPr>
            <w:tcW w:w="1843" w:type="dxa"/>
            <w:vAlign w:val="center"/>
          </w:tcPr>
          <w:p w14:paraId="45F21092" w14:textId="7E08AF26" w:rsidR="00795587" w:rsidRPr="004F1CC5" w:rsidRDefault="00795587" w:rsidP="00795587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247C442B" w:rsidR="00795587" w:rsidRPr="00C97666" w:rsidRDefault="00795587" w:rsidP="00795587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795587" w:rsidRPr="00CE02A2" w:rsidRDefault="00795587" w:rsidP="00795587">
            <w:pPr>
              <w:pStyle w:val="lkp"/>
            </w:pPr>
          </w:p>
        </w:tc>
      </w:tr>
      <w:tr w:rsidR="00CD42CC" w:rsidRPr="00FC2481" w14:paraId="3CAFE6AE" w14:textId="77777777" w:rsidTr="00B448C9">
        <w:trPr>
          <w:trHeight w:val="624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6F4B3E3A" w14:textId="34A49DFC" w:rsidR="00DD59FF" w:rsidRDefault="008B778D" w:rsidP="00DD59FF">
            <w:pPr>
              <w:pStyle w:val="lkp"/>
              <w:rPr>
                <w:lang w:val="fr-CH"/>
              </w:rPr>
            </w:pPr>
            <w:r w:rsidRPr="00B448C9">
              <w:rPr>
                <w:lang w:val="fr-CH"/>
              </w:rPr>
              <w:t xml:space="preserve">Télescope </w:t>
            </w:r>
            <w:r w:rsidR="006C1CC5">
              <w:rPr>
                <w:lang w:val="fr-CH"/>
              </w:rPr>
              <w:t>A</w:t>
            </w:r>
          </w:p>
          <w:p w14:paraId="04CCB7B2" w14:textId="1F0410C2" w:rsidR="00CD42CC" w:rsidRPr="006C1CC5" w:rsidRDefault="006C1CC5" w:rsidP="00DD59FF">
            <w:pPr>
              <w:pStyle w:val="lkp"/>
              <w:rPr>
                <w:lang w:val="fr-CH"/>
              </w:rPr>
            </w:pPr>
            <w:r w:rsidRPr="006C1CC5">
              <w:rPr>
                <w:lang w:val="fr-CH"/>
              </w:rPr>
              <w:t>Le monde à l’envers</w:t>
            </w:r>
          </w:p>
        </w:tc>
      </w:tr>
      <w:tr w:rsidR="003817EA" w:rsidRPr="00FC2481" w14:paraId="47B769C5" w14:textId="77777777" w:rsidTr="00D71361">
        <w:trPr>
          <w:trHeight w:val="680"/>
        </w:trPr>
        <w:tc>
          <w:tcPr>
            <w:tcW w:w="2153" w:type="dxa"/>
            <w:vAlign w:val="center"/>
          </w:tcPr>
          <w:p w14:paraId="68C85669" w14:textId="3D5F09CC" w:rsidR="003817EA" w:rsidRPr="002A07F7" w:rsidRDefault="00FE00B4" w:rsidP="002A7982">
            <w:pPr>
              <w:pStyle w:val="lkp"/>
              <w:rPr>
                <w:lang w:val="fr-CH"/>
              </w:rPr>
            </w:pPr>
            <w:r w:rsidRPr="00FE00B4">
              <w:rPr>
                <w:lang w:val="fr-CH"/>
              </w:rPr>
              <w:t>Cahier S. 26–27</w:t>
            </w:r>
          </w:p>
        </w:tc>
        <w:tc>
          <w:tcPr>
            <w:tcW w:w="1357" w:type="dxa"/>
            <w:vAlign w:val="center"/>
          </w:tcPr>
          <w:p w14:paraId="68A7F134" w14:textId="7C652E94" w:rsidR="003817EA" w:rsidRPr="002A07F7" w:rsidRDefault="00A53D54" w:rsidP="00CF5B79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5D7FF28E" w14:textId="50B8EDEF" w:rsidR="003817EA" w:rsidRPr="002A07F7" w:rsidRDefault="00A53D54" w:rsidP="00EF4571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6</w:t>
            </w:r>
          </w:p>
        </w:tc>
        <w:tc>
          <w:tcPr>
            <w:tcW w:w="1729" w:type="dxa"/>
            <w:vAlign w:val="center"/>
          </w:tcPr>
          <w:p w14:paraId="10890BE1" w14:textId="541C4089" w:rsidR="003817EA" w:rsidRPr="002A07F7" w:rsidRDefault="00F0178E" w:rsidP="00C36AF8">
            <w:pPr>
              <w:pStyle w:val="lkp"/>
              <w:rPr>
                <w:lang w:val="fr-CH"/>
              </w:rPr>
            </w:pPr>
            <w:r w:rsidRPr="00F0178E">
              <w:rPr>
                <w:lang w:val="fr-CH"/>
              </w:rPr>
              <w:t>Ende September</w:t>
            </w:r>
          </w:p>
        </w:tc>
        <w:tc>
          <w:tcPr>
            <w:tcW w:w="1843" w:type="dxa"/>
            <w:vAlign w:val="center"/>
          </w:tcPr>
          <w:p w14:paraId="7499657E" w14:textId="5AE4BBE8" w:rsidR="003817EA" w:rsidRPr="002A07F7" w:rsidRDefault="00F0178E" w:rsidP="00CF5B79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1</w:t>
            </w:r>
          </w:p>
        </w:tc>
        <w:tc>
          <w:tcPr>
            <w:tcW w:w="2126" w:type="dxa"/>
            <w:vAlign w:val="center"/>
          </w:tcPr>
          <w:p w14:paraId="3BD779CD" w14:textId="31738388" w:rsidR="003817EA" w:rsidRPr="002A07F7" w:rsidRDefault="001B0A09" w:rsidP="00590EE7">
            <w:pPr>
              <w:pStyle w:val="lkp"/>
              <w:rPr>
                <w:lang w:val="fr-CH"/>
              </w:rPr>
            </w:pPr>
            <w:r w:rsidRPr="001B0A09">
              <w:rPr>
                <w:lang w:val="fr-CH"/>
              </w:rPr>
              <w:t>1, 2A, 3A</w:t>
            </w:r>
          </w:p>
        </w:tc>
        <w:tc>
          <w:tcPr>
            <w:tcW w:w="3934" w:type="dxa"/>
            <w:vAlign w:val="center"/>
          </w:tcPr>
          <w:p w14:paraId="54687E05" w14:textId="77777777" w:rsidR="003817EA" w:rsidRPr="002A07F7" w:rsidRDefault="003817EA" w:rsidP="00CF5B79">
            <w:pPr>
              <w:pStyle w:val="lkp"/>
              <w:rPr>
                <w:lang w:val="fr-CH"/>
              </w:rPr>
            </w:pPr>
          </w:p>
        </w:tc>
      </w:tr>
      <w:tr w:rsidR="0079028F" w:rsidRPr="00FC2481" w14:paraId="4262C963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0389392B" w14:textId="2F762E39" w:rsidR="0079028F" w:rsidRPr="00E210A4" w:rsidRDefault="00FC2481" w:rsidP="0079028F">
            <w:pPr>
              <w:pStyle w:val="lkp"/>
              <w:rPr>
                <w:rStyle w:val="lkfett"/>
                <w:lang w:val="fr-CH"/>
              </w:rPr>
            </w:pPr>
            <w:r w:rsidRPr="00FC2481">
              <w:rPr>
                <w:rStyle w:val="lkfett"/>
                <w:lang w:val="fr-CH"/>
              </w:rPr>
              <w:t>Unité 2, Le monde des odeurs</w:t>
            </w:r>
          </w:p>
        </w:tc>
      </w:tr>
      <w:tr w:rsidR="0079028F" w14:paraId="25492312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62D4BF97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6C701E3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6BA028DF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7A4CD0D2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6FF3F203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7C984251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835068C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795587" w:rsidRPr="00CD42CC" w14:paraId="73301ABC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2E162474" w14:textId="77777777" w:rsidR="00795587" w:rsidRDefault="00795587" w:rsidP="00795587">
            <w:pPr>
              <w:pStyle w:val="lkp"/>
            </w:pPr>
            <w:r>
              <w:t>Cahier S. 28–49</w:t>
            </w:r>
          </w:p>
          <w:p w14:paraId="22813322" w14:textId="77777777" w:rsidR="00795587" w:rsidRDefault="00795587" w:rsidP="00795587">
            <w:pPr>
              <w:pStyle w:val="lkp"/>
            </w:pPr>
            <w:r>
              <w:t>Audio 7–10, 40, 52</w:t>
            </w:r>
          </w:p>
          <w:p w14:paraId="01D326E9" w14:textId="519373A5" w:rsidR="00795587" w:rsidRDefault="00795587" w:rsidP="00795587">
            <w:pPr>
              <w:pStyle w:val="lkp"/>
            </w:pPr>
            <w:r>
              <w:t>KV 2.m</w:t>
            </w:r>
          </w:p>
        </w:tc>
        <w:tc>
          <w:tcPr>
            <w:tcW w:w="1357" w:type="dxa"/>
            <w:vAlign w:val="center"/>
          </w:tcPr>
          <w:p w14:paraId="1C88630E" w14:textId="7AE4CDD8" w:rsidR="00795587" w:rsidRDefault="00795587" w:rsidP="0056669A">
            <w:pPr>
              <w:pStyle w:val="lkp"/>
            </w:pPr>
            <w:r w:rsidRPr="00EE42A5">
              <w:t xml:space="preserve">Unité: </w:t>
            </w:r>
            <w:r w:rsidR="0056669A">
              <w:t>13</w:t>
            </w:r>
            <w:r w:rsidRPr="00EE42A5">
              <w:t>–</w:t>
            </w:r>
            <w:r w:rsidR="0056669A"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6010B28D" w14:textId="77777777" w:rsidR="00795587" w:rsidRPr="00EF4571" w:rsidRDefault="00795587" w:rsidP="00795587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7</w:t>
            </w:r>
          </w:p>
          <w:p w14:paraId="7B9EB565" w14:textId="77777777" w:rsidR="00795587" w:rsidRPr="00EF4571" w:rsidRDefault="00795587" w:rsidP="00795587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8</w:t>
            </w:r>
          </w:p>
          <w:p w14:paraId="12A1CC4B" w14:textId="77777777" w:rsidR="00795587" w:rsidRPr="00EF4571" w:rsidRDefault="00795587" w:rsidP="00795587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9</w:t>
            </w:r>
          </w:p>
          <w:p w14:paraId="07913924" w14:textId="77777777" w:rsidR="00795587" w:rsidRDefault="00795587" w:rsidP="00795587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10</w:t>
            </w:r>
          </w:p>
          <w:p w14:paraId="374CE296" w14:textId="503A086E" w:rsidR="00385729" w:rsidRPr="00F66711" w:rsidRDefault="00385729" w:rsidP="00795587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729" w:type="dxa"/>
            <w:vMerge w:val="restart"/>
            <w:vAlign w:val="center"/>
          </w:tcPr>
          <w:p w14:paraId="1B9D5E73" w14:textId="4C67411E" w:rsidR="00795587" w:rsidRDefault="00795587" w:rsidP="00795587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F3D1FF7" w14:textId="3039E734" w:rsidR="00795587" w:rsidRDefault="00795587" w:rsidP="00795587">
            <w:pPr>
              <w:pStyle w:val="lkp"/>
            </w:pPr>
            <w:r w:rsidRPr="007405AF">
              <w:t>1H, 2B, 4I</w:t>
            </w:r>
          </w:p>
        </w:tc>
        <w:tc>
          <w:tcPr>
            <w:tcW w:w="2126" w:type="dxa"/>
            <w:vAlign w:val="center"/>
          </w:tcPr>
          <w:p w14:paraId="67003DCA" w14:textId="38677E6C" w:rsidR="00795587" w:rsidRPr="00795587" w:rsidRDefault="00795587" w:rsidP="00795587">
            <w:pPr>
              <w:pStyle w:val="lkp"/>
            </w:pPr>
            <w:r>
              <w:t xml:space="preserve">2C–D, 3D–G, 4G–H, 5F, </w:t>
            </w:r>
            <w:r>
              <w:br/>
              <w:t>7D–E, 8C</w:t>
            </w:r>
          </w:p>
        </w:tc>
        <w:tc>
          <w:tcPr>
            <w:tcW w:w="3934" w:type="dxa"/>
            <w:vAlign w:val="center"/>
          </w:tcPr>
          <w:p w14:paraId="0F4F605A" w14:textId="77777777" w:rsidR="00795587" w:rsidRPr="00795587" w:rsidRDefault="00795587" w:rsidP="00795587">
            <w:pPr>
              <w:pStyle w:val="lkp"/>
            </w:pPr>
          </w:p>
        </w:tc>
      </w:tr>
      <w:tr w:rsidR="00795587" w:rsidRPr="00CE02A2" w14:paraId="53B7107B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763CE8F4" w14:textId="77777777" w:rsidR="00795587" w:rsidRPr="005B1BE5" w:rsidRDefault="00795587" w:rsidP="00795587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Entraîn. S. 14–23</w:t>
            </w:r>
          </w:p>
          <w:p w14:paraId="19C1C391" w14:textId="77777777" w:rsidR="00795587" w:rsidRPr="005B1BE5" w:rsidRDefault="00795587" w:rsidP="00795587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Audio 2</w:t>
            </w:r>
          </w:p>
          <w:p w14:paraId="177E876D" w14:textId="39784CF2" w:rsidR="00795587" w:rsidRPr="00263040" w:rsidRDefault="00795587" w:rsidP="00795587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Ex. int. 22–34</w:t>
            </w:r>
          </w:p>
        </w:tc>
        <w:tc>
          <w:tcPr>
            <w:tcW w:w="1357" w:type="dxa"/>
            <w:vAlign w:val="center"/>
          </w:tcPr>
          <w:p w14:paraId="6C1E0E14" w14:textId="06B5B408" w:rsidR="00795587" w:rsidRPr="00AC7E54" w:rsidRDefault="00795587" w:rsidP="00505D43">
            <w:pPr>
              <w:pStyle w:val="lkp"/>
              <w:rPr>
                <w:lang w:val="fr-CH"/>
              </w:rPr>
            </w:pPr>
            <w:r w:rsidRPr="006B5629">
              <w:t xml:space="preserve">Üben und </w:t>
            </w:r>
            <w:r w:rsidRPr="006B5629">
              <w:br/>
              <w:t xml:space="preserve">LK: </w:t>
            </w:r>
            <w:r w:rsidR="00505D43">
              <w:t>5</w:t>
            </w:r>
            <w:r w:rsidRPr="006B5629">
              <w:t>–</w:t>
            </w:r>
            <w:r w:rsidR="00505D43">
              <w:t>6</w:t>
            </w:r>
          </w:p>
        </w:tc>
        <w:tc>
          <w:tcPr>
            <w:tcW w:w="1134" w:type="dxa"/>
            <w:vMerge/>
            <w:vAlign w:val="center"/>
          </w:tcPr>
          <w:p w14:paraId="580EF8EB" w14:textId="77777777" w:rsidR="00795587" w:rsidRPr="00AC7E54" w:rsidRDefault="00795587" w:rsidP="00795587">
            <w:pPr>
              <w:pStyle w:val="lkp"/>
              <w:rPr>
                <w:rFonts w:cstheme="minorHAnsi"/>
                <w:lang w:val="fr-CH"/>
              </w:rPr>
            </w:pPr>
          </w:p>
        </w:tc>
        <w:tc>
          <w:tcPr>
            <w:tcW w:w="1729" w:type="dxa"/>
            <w:vMerge/>
            <w:vAlign w:val="center"/>
          </w:tcPr>
          <w:p w14:paraId="51703FB0" w14:textId="77777777" w:rsidR="00795587" w:rsidRPr="00AC7E54" w:rsidRDefault="00795587" w:rsidP="00795587">
            <w:pPr>
              <w:pStyle w:val="lkp"/>
              <w:rPr>
                <w:lang w:val="fr-CH"/>
              </w:rPr>
            </w:pPr>
          </w:p>
        </w:tc>
        <w:tc>
          <w:tcPr>
            <w:tcW w:w="1843" w:type="dxa"/>
            <w:vAlign w:val="center"/>
          </w:tcPr>
          <w:p w14:paraId="5A48277D" w14:textId="15B2A274" w:rsidR="00795587" w:rsidRPr="004F1CC5" w:rsidRDefault="00795587" w:rsidP="00795587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1D1FDD79" w14:textId="3589CC62" w:rsidR="00795587" w:rsidRPr="00C97666" w:rsidRDefault="00795587" w:rsidP="00795587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A80367C" w14:textId="77777777" w:rsidR="00795587" w:rsidRPr="00CE02A2" w:rsidRDefault="00795587" w:rsidP="00795587">
            <w:pPr>
              <w:pStyle w:val="lkp"/>
            </w:pPr>
          </w:p>
        </w:tc>
      </w:tr>
      <w:tr w:rsidR="0079028F" w:rsidRPr="00C94C82" w14:paraId="5C39DDC4" w14:textId="77777777" w:rsidTr="00430D3F">
        <w:trPr>
          <w:trHeight w:val="624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31002BEE" w14:textId="7A10FE9D" w:rsidR="0079028F" w:rsidRDefault="0079028F" w:rsidP="00430D3F">
            <w:pPr>
              <w:pStyle w:val="lkp"/>
              <w:rPr>
                <w:lang w:val="fr-CH"/>
              </w:rPr>
            </w:pPr>
            <w:r w:rsidRPr="00B448C9">
              <w:rPr>
                <w:lang w:val="fr-CH"/>
              </w:rPr>
              <w:t xml:space="preserve">Télescope </w:t>
            </w:r>
            <w:r w:rsidR="005A50B7">
              <w:rPr>
                <w:lang w:val="fr-CH"/>
              </w:rPr>
              <w:t>B</w:t>
            </w:r>
          </w:p>
          <w:p w14:paraId="6EA21CDB" w14:textId="60E88AE1" w:rsidR="0079028F" w:rsidRPr="00C94C82" w:rsidRDefault="00C94C82" w:rsidP="00430D3F">
            <w:pPr>
              <w:pStyle w:val="lkp"/>
              <w:rPr>
                <w:lang w:val="fr-CH"/>
              </w:rPr>
            </w:pPr>
            <w:r w:rsidRPr="00C94C82">
              <w:rPr>
                <w:lang w:val="fr-CH"/>
              </w:rPr>
              <w:t>La magie des yeux</w:t>
            </w:r>
          </w:p>
        </w:tc>
      </w:tr>
      <w:tr w:rsidR="0079028F" w:rsidRPr="00C94C82" w14:paraId="0F779864" w14:textId="77777777" w:rsidTr="002A035F">
        <w:trPr>
          <w:trHeight w:val="680"/>
        </w:trPr>
        <w:tc>
          <w:tcPr>
            <w:tcW w:w="2153" w:type="dxa"/>
            <w:vAlign w:val="center"/>
          </w:tcPr>
          <w:p w14:paraId="3FDC5D5C" w14:textId="77777777" w:rsidR="002A035F" w:rsidRPr="002A035F" w:rsidRDefault="002A035F" w:rsidP="002A035F">
            <w:pPr>
              <w:pStyle w:val="lkp"/>
              <w:rPr>
                <w:lang w:val="fr-CH"/>
              </w:rPr>
            </w:pPr>
            <w:r w:rsidRPr="002A035F">
              <w:rPr>
                <w:lang w:val="fr-CH"/>
              </w:rPr>
              <w:t>Cahier S. 50–51</w:t>
            </w:r>
          </w:p>
          <w:p w14:paraId="32FD8ABC" w14:textId="03F66A77" w:rsidR="0079028F" w:rsidRPr="002A07F7" w:rsidRDefault="002A035F" w:rsidP="002A035F">
            <w:pPr>
              <w:pStyle w:val="lkp"/>
              <w:rPr>
                <w:lang w:val="fr-CH"/>
              </w:rPr>
            </w:pPr>
            <w:r w:rsidRPr="002A035F">
              <w:rPr>
                <w:lang w:val="fr-CH"/>
              </w:rPr>
              <w:t>Audio 11</w:t>
            </w:r>
          </w:p>
        </w:tc>
        <w:tc>
          <w:tcPr>
            <w:tcW w:w="1357" w:type="dxa"/>
            <w:vAlign w:val="center"/>
          </w:tcPr>
          <w:p w14:paraId="43C022AB" w14:textId="4EF31D5A" w:rsidR="0079028F" w:rsidRPr="002A07F7" w:rsidRDefault="00A254DC" w:rsidP="00430D3F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3CFEC1D4" w14:textId="79DDEFA3" w:rsidR="0079028F" w:rsidRPr="002A07F7" w:rsidRDefault="00A254DC" w:rsidP="00430D3F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12</w:t>
            </w:r>
          </w:p>
        </w:tc>
        <w:tc>
          <w:tcPr>
            <w:tcW w:w="1729" w:type="dxa"/>
            <w:vAlign w:val="center"/>
          </w:tcPr>
          <w:p w14:paraId="145EB557" w14:textId="3019CFA5" w:rsidR="0079028F" w:rsidRPr="002A07F7" w:rsidRDefault="00D63441" w:rsidP="00430D3F">
            <w:pPr>
              <w:pStyle w:val="lkp"/>
              <w:rPr>
                <w:lang w:val="fr-CH"/>
              </w:rPr>
            </w:pPr>
            <w:r>
              <w:t>November</w:t>
            </w:r>
          </w:p>
        </w:tc>
        <w:tc>
          <w:tcPr>
            <w:tcW w:w="1843" w:type="dxa"/>
            <w:vAlign w:val="center"/>
          </w:tcPr>
          <w:p w14:paraId="105F7D7C" w14:textId="388A4A9F" w:rsidR="0079028F" w:rsidRPr="002A07F7" w:rsidRDefault="0033367E" w:rsidP="00430D3F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3E</w:t>
            </w:r>
          </w:p>
        </w:tc>
        <w:tc>
          <w:tcPr>
            <w:tcW w:w="2126" w:type="dxa"/>
            <w:vAlign w:val="center"/>
          </w:tcPr>
          <w:p w14:paraId="3A5DBE56" w14:textId="08511297" w:rsidR="0079028F" w:rsidRPr="002A07F7" w:rsidRDefault="00DC7FAD" w:rsidP="00430D3F">
            <w:pPr>
              <w:pStyle w:val="lkp"/>
              <w:rPr>
                <w:lang w:val="fr-CH"/>
              </w:rPr>
            </w:pPr>
            <w:r w:rsidRPr="00DC7FAD">
              <w:rPr>
                <w:lang w:val="fr-CH"/>
              </w:rPr>
              <w:t>2A/B, 3B/C</w:t>
            </w:r>
          </w:p>
        </w:tc>
        <w:tc>
          <w:tcPr>
            <w:tcW w:w="3934" w:type="dxa"/>
            <w:vAlign w:val="center"/>
          </w:tcPr>
          <w:p w14:paraId="395BBD3D" w14:textId="77777777" w:rsidR="0079028F" w:rsidRPr="002A07F7" w:rsidRDefault="0079028F" w:rsidP="00430D3F">
            <w:pPr>
              <w:pStyle w:val="lkp"/>
              <w:rPr>
                <w:lang w:val="fr-CH"/>
              </w:rPr>
            </w:pPr>
          </w:p>
        </w:tc>
      </w:tr>
    </w:tbl>
    <w:p w14:paraId="53F88076" w14:textId="7F65136B" w:rsidR="0053331A" w:rsidRDefault="0053331A" w:rsidP="004F5D10">
      <w:pPr>
        <w:pStyle w:val="lkp"/>
        <w:rPr>
          <w:lang w:val="fr-CH"/>
        </w:rPr>
      </w:pPr>
    </w:p>
    <w:p w14:paraId="35AE2F72" w14:textId="775697FA" w:rsidR="009C5A9A" w:rsidRPr="00000CB2" w:rsidRDefault="009C5A9A" w:rsidP="004F5D10">
      <w:pPr>
        <w:pStyle w:val="lkp"/>
        <w:rPr>
          <w:lang w:val="fr-CH"/>
        </w:rPr>
      </w:pPr>
      <w:bookmarkStart w:id="0" w:name="_GoBack"/>
      <w:bookmarkEnd w:id="0"/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8A13BA" w:rsidRPr="008867F7" w14:paraId="673EB16B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214821A0" w14:textId="7CB2B005" w:rsidR="008A13BA" w:rsidRPr="00E210A4" w:rsidRDefault="008867F7" w:rsidP="008A13BA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lastRenderedPageBreak/>
              <w:t xml:space="preserve">Unité </w:t>
            </w:r>
            <w:r>
              <w:rPr>
                <w:rStyle w:val="lkfett"/>
                <w:lang w:val="fr-CH"/>
              </w:rPr>
              <w:t>3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8D69A3">
              <w:rPr>
                <w:rStyle w:val="lkfett"/>
                <w:lang w:val="fr-CH"/>
              </w:rPr>
              <w:t>Aux marchés</w:t>
            </w:r>
            <w:r>
              <w:rPr>
                <w:rStyle w:val="lkfett"/>
                <w:lang w:val="fr-CH"/>
              </w:rPr>
              <w:t xml:space="preserve"> </w:t>
            </w:r>
            <w:r w:rsidRPr="008D69A3">
              <w:rPr>
                <w:rStyle w:val="lkfett"/>
                <w:lang w:val="fr-CH"/>
              </w:rPr>
              <w:t>aux puces</w:t>
            </w:r>
          </w:p>
        </w:tc>
      </w:tr>
      <w:tr w:rsidR="008A13BA" w:rsidRPr="00951A26" w14:paraId="5AF5AEE0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6B293BD9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7E9D5D7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50BD630F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0C8E1B02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42AEC610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45F11F57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4E4C2A0A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0A2534" w:rsidRPr="00295E4A" w14:paraId="2C414F69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10E9F6A4" w14:textId="77777777" w:rsidR="000A2534" w:rsidRDefault="000A2534" w:rsidP="000A2534">
            <w:pPr>
              <w:pStyle w:val="lkp"/>
            </w:pPr>
            <w:r>
              <w:t>Cahier S. 52–73</w:t>
            </w:r>
          </w:p>
          <w:p w14:paraId="7AA7AF64" w14:textId="77777777" w:rsidR="000A2534" w:rsidRDefault="000A2534" w:rsidP="000A2534">
            <w:pPr>
              <w:pStyle w:val="lkp"/>
            </w:pPr>
            <w:r>
              <w:t>Audio 12–17, 42, 54</w:t>
            </w:r>
          </w:p>
          <w:p w14:paraId="1E42C123" w14:textId="0E0089EA" w:rsidR="000A2534" w:rsidRDefault="000A2534" w:rsidP="000A2534">
            <w:pPr>
              <w:pStyle w:val="lkp"/>
            </w:pPr>
            <w:r>
              <w:t>KV 3.1–3.3, 3.m</w:t>
            </w:r>
          </w:p>
        </w:tc>
        <w:tc>
          <w:tcPr>
            <w:tcW w:w="1357" w:type="dxa"/>
            <w:vAlign w:val="center"/>
          </w:tcPr>
          <w:p w14:paraId="01F81590" w14:textId="56433CEF" w:rsidR="000A2534" w:rsidRDefault="000A2534" w:rsidP="00C163F3">
            <w:pPr>
              <w:pStyle w:val="lkp"/>
            </w:pPr>
            <w:r w:rsidRPr="00C41CF5">
              <w:t xml:space="preserve">Unité: </w:t>
            </w:r>
            <w:r w:rsidR="00C163F3">
              <w:t>13</w:t>
            </w:r>
            <w:r w:rsidRPr="00C41CF5">
              <w:t>–</w:t>
            </w:r>
            <w:r w:rsidR="00C163F3"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2E13A0DB" w14:textId="441649BF" w:rsidR="000A2534" w:rsidRPr="00F02B84" w:rsidRDefault="000A2534" w:rsidP="000A253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 w:rsidR="00DA3538">
              <w:rPr>
                <w:rFonts w:cstheme="minorHAnsi"/>
              </w:rPr>
              <w:t>3</w:t>
            </w:r>
          </w:p>
          <w:p w14:paraId="420ECA0D" w14:textId="036972C3" w:rsidR="000A2534" w:rsidRPr="00F02B84" w:rsidRDefault="000A2534" w:rsidP="000A253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 w:rsidR="00DA3538">
              <w:rPr>
                <w:rFonts w:cstheme="minorHAnsi"/>
              </w:rPr>
              <w:t>4</w:t>
            </w:r>
          </w:p>
          <w:p w14:paraId="4C6A1C0E" w14:textId="45BDC534" w:rsidR="000A2534" w:rsidRPr="00F02B84" w:rsidRDefault="000A2534" w:rsidP="000A253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 w:rsidR="00DA3538">
              <w:rPr>
                <w:rFonts w:cstheme="minorHAnsi"/>
              </w:rPr>
              <w:t>5</w:t>
            </w:r>
          </w:p>
          <w:p w14:paraId="1DC31BEE" w14:textId="599F1689" w:rsidR="000A2534" w:rsidRPr="00F02B84" w:rsidRDefault="000A2534" w:rsidP="000A253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 w:rsidR="00DA3538">
              <w:rPr>
                <w:rFonts w:cstheme="minorHAnsi"/>
              </w:rPr>
              <w:t>6</w:t>
            </w:r>
          </w:p>
          <w:p w14:paraId="255FF17B" w14:textId="275D6380" w:rsidR="000A2534" w:rsidRPr="00F66711" w:rsidRDefault="000A2534" w:rsidP="00DA3538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 w:rsidR="00DA3538">
              <w:rPr>
                <w:rFonts w:cstheme="minorHAnsi"/>
              </w:rPr>
              <w:t>7</w:t>
            </w:r>
          </w:p>
        </w:tc>
        <w:tc>
          <w:tcPr>
            <w:tcW w:w="1729" w:type="dxa"/>
            <w:vMerge w:val="restart"/>
            <w:vAlign w:val="center"/>
          </w:tcPr>
          <w:p w14:paraId="6CBFD00E" w14:textId="3AAF4254" w:rsidR="000A2534" w:rsidRDefault="000A2534" w:rsidP="000A2534">
            <w:pPr>
              <w:pStyle w:val="lkp"/>
            </w:pPr>
            <w:r>
              <w:t xml:space="preserve">Dezember bis </w:t>
            </w:r>
            <w:r>
              <w:br/>
              <w:t>Semesterende</w:t>
            </w:r>
          </w:p>
        </w:tc>
        <w:tc>
          <w:tcPr>
            <w:tcW w:w="1843" w:type="dxa"/>
            <w:vAlign w:val="center"/>
          </w:tcPr>
          <w:p w14:paraId="159D87CC" w14:textId="7090761E" w:rsidR="000A2534" w:rsidRDefault="000A2534" w:rsidP="000A2534">
            <w:pPr>
              <w:pStyle w:val="lkp"/>
            </w:pPr>
            <w:r w:rsidRPr="006758AA">
              <w:t>1B, 2F–G, 5B</w:t>
            </w:r>
          </w:p>
        </w:tc>
        <w:tc>
          <w:tcPr>
            <w:tcW w:w="2126" w:type="dxa"/>
            <w:vAlign w:val="center"/>
          </w:tcPr>
          <w:p w14:paraId="576F675D" w14:textId="7110426C" w:rsidR="000A2534" w:rsidRPr="00295E4A" w:rsidRDefault="000A2534" w:rsidP="000A2534">
            <w:pPr>
              <w:pStyle w:val="lkp"/>
              <w:rPr>
                <w:lang w:val="fr-CH"/>
              </w:rPr>
            </w:pPr>
            <w:r w:rsidRPr="00A64F9F">
              <w:t>2E/I, 3E, 4D, 5E–F, 7C</w:t>
            </w:r>
          </w:p>
        </w:tc>
        <w:tc>
          <w:tcPr>
            <w:tcW w:w="3934" w:type="dxa"/>
            <w:vAlign w:val="center"/>
          </w:tcPr>
          <w:p w14:paraId="67DD34D9" w14:textId="77777777" w:rsidR="000A2534" w:rsidRPr="00295E4A" w:rsidRDefault="000A2534" w:rsidP="000A2534">
            <w:pPr>
              <w:pStyle w:val="lkp"/>
              <w:rPr>
                <w:lang w:val="fr-CH"/>
              </w:rPr>
            </w:pPr>
          </w:p>
        </w:tc>
      </w:tr>
      <w:tr w:rsidR="000A2534" w:rsidRPr="00CE02A2" w14:paraId="02D36C62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4EE77728" w14:textId="77777777" w:rsidR="000A2534" w:rsidRPr="005B1BE5" w:rsidRDefault="000A2534" w:rsidP="000A2534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Entraîn. S. 24–33</w:t>
            </w:r>
          </w:p>
          <w:p w14:paraId="20D31EB0" w14:textId="77777777" w:rsidR="000A2534" w:rsidRPr="005B1BE5" w:rsidRDefault="000A2534" w:rsidP="000A2534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Audio 3–6</w:t>
            </w:r>
          </w:p>
          <w:p w14:paraId="60903C2B" w14:textId="5E4D01A7" w:rsidR="000A2534" w:rsidRPr="00263040" w:rsidRDefault="000A2534" w:rsidP="000A2534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Ex. int. 35–52</w:t>
            </w:r>
          </w:p>
        </w:tc>
        <w:tc>
          <w:tcPr>
            <w:tcW w:w="1357" w:type="dxa"/>
            <w:vAlign w:val="center"/>
          </w:tcPr>
          <w:p w14:paraId="18613356" w14:textId="233E517A" w:rsidR="000A2534" w:rsidRPr="00A55545" w:rsidRDefault="000A2534" w:rsidP="00431DEF">
            <w:pPr>
              <w:pStyle w:val="lkp"/>
              <w:rPr>
                <w:lang w:val="fr-CH"/>
              </w:rPr>
            </w:pPr>
            <w:r w:rsidRPr="00E22BA5">
              <w:t xml:space="preserve">Üben und </w:t>
            </w:r>
            <w:r w:rsidRPr="00E22BA5">
              <w:br/>
              <w:t xml:space="preserve">LK: </w:t>
            </w:r>
            <w:r w:rsidR="00431DEF">
              <w:t>5</w:t>
            </w:r>
            <w:r w:rsidRPr="00E22BA5">
              <w:t>–</w:t>
            </w:r>
            <w:r w:rsidR="00431DEF">
              <w:t>6</w:t>
            </w:r>
          </w:p>
        </w:tc>
        <w:tc>
          <w:tcPr>
            <w:tcW w:w="1134" w:type="dxa"/>
            <w:vMerge/>
            <w:vAlign w:val="center"/>
          </w:tcPr>
          <w:p w14:paraId="63FB2B6E" w14:textId="77777777" w:rsidR="000A2534" w:rsidRPr="00A55545" w:rsidRDefault="000A2534" w:rsidP="000A2534">
            <w:pPr>
              <w:pStyle w:val="lkp"/>
              <w:rPr>
                <w:rFonts w:cstheme="minorHAnsi"/>
                <w:lang w:val="fr-CH"/>
              </w:rPr>
            </w:pPr>
          </w:p>
        </w:tc>
        <w:tc>
          <w:tcPr>
            <w:tcW w:w="1729" w:type="dxa"/>
            <w:vMerge/>
            <w:vAlign w:val="center"/>
          </w:tcPr>
          <w:p w14:paraId="35BDF5DA" w14:textId="77777777" w:rsidR="000A2534" w:rsidRPr="00A55545" w:rsidRDefault="000A2534" w:rsidP="000A2534">
            <w:pPr>
              <w:pStyle w:val="lkp"/>
              <w:rPr>
                <w:lang w:val="fr-CH"/>
              </w:rPr>
            </w:pPr>
          </w:p>
        </w:tc>
        <w:tc>
          <w:tcPr>
            <w:tcW w:w="1843" w:type="dxa"/>
            <w:vAlign w:val="center"/>
          </w:tcPr>
          <w:p w14:paraId="538D6C55" w14:textId="45B160FA" w:rsidR="000A2534" w:rsidRPr="004F1CC5" w:rsidRDefault="000A2534" w:rsidP="000A2534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7381E54C" w14:textId="3DC573D9" w:rsidR="000A2534" w:rsidRPr="00C97666" w:rsidRDefault="000A2534" w:rsidP="000A253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59468E71" w14:textId="77777777" w:rsidR="000A2534" w:rsidRPr="00CE02A2" w:rsidRDefault="000A2534" w:rsidP="000A2534">
            <w:pPr>
              <w:pStyle w:val="lkp"/>
            </w:pPr>
          </w:p>
        </w:tc>
      </w:tr>
      <w:tr w:rsidR="008A13BA" w:rsidRPr="00E210A4" w14:paraId="4C97F8BF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3F7D7FAD" w14:textId="3AA16344" w:rsidR="008A13BA" w:rsidRPr="00E210A4" w:rsidRDefault="001403B3" w:rsidP="008A13BA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4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110D0F">
              <w:rPr>
                <w:rStyle w:val="lkfett"/>
                <w:lang w:val="fr-CH"/>
              </w:rPr>
              <w:t>La ville verte</w:t>
            </w:r>
          </w:p>
        </w:tc>
      </w:tr>
      <w:tr w:rsidR="008A13BA" w:rsidRPr="00951A26" w14:paraId="7FEA5637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7D2E9C9D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003B1C17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76B144F1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09AEC04D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1013F74F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6903410D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3CE38822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A9374A" w:rsidRPr="00295E4A" w14:paraId="5669021C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76AD8A74" w14:textId="77777777" w:rsidR="00A9374A" w:rsidRDefault="00A9374A" w:rsidP="00A9374A">
            <w:pPr>
              <w:pStyle w:val="lkp"/>
            </w:pPr>
            <w:r>
              <w:t>Cahier S. 6–27</w:t>
            </w:r>
          </w:p>
          <w:p w14:paraId="7AA586E4" w14:textId="77777777" w:rsidR="00A9374A" w:rsidRDefault="00A9374A" w:rsidP="00A9374A">
            <w:pPr>
              <w:pStyle w:val="lkp"/>
            </w:pPr>
            <w:r>
              <w:t>Audio 18–24, 44–45, 56</w:t>
            </w:r>
          </w:p>
          <w:p w14:paraId="5BFA8253" w14:textId="3B34C83F" w:rsidR="00A9374A" w:rsidRDefault="00A9374A" w:rsidP="00A9374A">
            <w:pPr>
              <w:pStyle w:val="lkp"/>
            </w:pPr>
            <w:r>
              <w:t>KV 4.1–4.3, 4.m</w:t>
            </w:r>
          </w:p>
        </w:tc>
        <w:tc>
          <w:tcPr>
            <w:tcW w:w="1357" w:type="dxa"/>
            <w:vAlign w:val="center"/>
          </w:tcPr>
          <w:p w14:paraId="34669E38" w14:textId="1C2FF919" w:rsidR="00A9374A" w:rsidRDefault="00A9374A" w:rsidP="007D6A82">
            <w:pPr>
              <w:pStyle w:val="lkp"/>
            </w:pPr>
            <w:r w:rsidRPr="0097003D">
              <w:t xml:space="preserve">Unité: </w:t>
            </w:r>
            <w:r w:rsidR="007D6A82">
              <w:t>13</w:t>
            </w:r>
            <w:r w:rsidRPr="0097003D">
              <w:t>–</w:t>
            </w:r>
            <w:r w:rsidR="007D6A82"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6DEC1484" w14:textId="6B446F54" w:rsidR="00A9374A" w:rsidRPr="006311F1" w:rsidRDefault="00A9374A" w:rsidP="00A9374A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</w:t>
            </w:r>
            <w:r w:rsidR="00F14BDC">
              <w:rPr>
                <w:rFonts w:cstheme="minorHAnsi"/>
              </w:rPr>
              <w:t>8</w:t>
            </w:r>
          </w:p>
          <w:p w14:paraId="14DBF561" w14:textId="4DB9C853" w:rsidR="00A9374A" w:rsidRPr="006311F1" w:rsidRDefault="00A9374A" w:rsidP="00A9374A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</w:t>
            </w:r>
            <w:r w:rsidR="00F14BDC">
              <w:rPr>
                <w:rFonts w:cstheme="minorHAnsi"/>
              </w:rPr>
              <w:t>9</w:t>
            </w:r>
          </w:p>
          <w:p w14:paraId="55615398" w14:textId="21060B3D" w:rsidR="00A9374A" w:rsidRPr="006311F1" w:rsidRDefault="00F14BDC" w:rsidP="00A9374A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  <w:p w14:paraId="11D0C164" w14:textId="74E66405" w:rsidR="00A9374A" w:rsidRPr="006311F1" w:rsidRDefault="00F14BDC" w:rsidP="00A9374A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  <w:p w14:paraId="5FD08BAE" w14:textId="0560D2B5" w:rsidR="00A9374A" w:rsidRPr="00F66711" w:rsidRDefault="00F14BDC" w:rsidP="00A9374A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1729" w:type="dxa"/>
            <w:vMerge w:val="restart"/>
            <w:vAlign w:val="center"/>
          </w:tcPr>
          <w:p w14:paraId="5E8B7B09" w14:textId="2E2AE362" w:rsidR="00A9374A" w:rsidRDefault="00A9374A" w:rsidP="00A9374A">
            <w:pPr>
              <w:pStyle w:val="lkp"/>
            </w:pPr>
            <w:r>
              <w:t xml:space="preserve">Semesteranfang </w:t>
            </w:r>
            <w:r>
              <w:br/>
              <w:t>bis März</w:t>
            </w:r>
          </w:p>
        </w:tc>
        <w:tc>
          <w:tcPr>
            <w:tcW w:w="1843" w:type="dxa"/>
            <w:vAlign w:val="center"/>
          </w:tcPr>
          <w:p w14:paraId="27FBE688" w14:textId="3E61F9D9" w:rsidR="00A9374A" w:rsidRDefault="00A9374A" w:rsidP="00A9374A">
            <w:pPr>
              <w:pStyle w:val="lkp"/>
            </w:pPr>
            <w:r w:rsidRPr="0054458A">
              <w:t>2D, 4I, 6G, 8E/G</w:t>
            </w:r>
          </w:p>
        </w:tc>
        <w:tc>
          <w:tcPr>
            <w:tcW w:w="2126" w:type="dxa"/>
            <w:vAlign w:val="center"/>
          </w:tcPr>
          <w:p w14:paraId="05C7B638" w14:textId="22693F54" w:rsidR="00A9374A" w:rsidRPr="00A9374A" w:rsidRDefault="00A9374A" w:rsidP="00357BDA">
            <w:pPr>
              <w:pStyle w:val="lkp"/>
            </w:pPr>
            <w:r>
              <w:t>1D, 2D, 4B/G, 5B–F,</w:t>
            </w:r>
            <w:r w:rsidR="00357BDA">
              <w:br/>
            </w:r>
            <w:r>
              <w:t>6C/F, 7F–G</w:t>
            </w:r>
          </w:p>
        </w:tc>
        <w:tc>
          <w:tcPr>
            <w:tcW w:w="3934" w:type="dxa"/>
            <w:vAlign w:val="center"/>
          </w:tcPr>
          <w:p w14:paraId="59A62868" w14:textId="77777777" w:rsidR="00A9374A" w:rsidRPr="00A9374A" w:rsidRDefault="00A9374A" w:rsidP="00A9374A">
            <w:pPr>
              <w:pStyle w:val="lkp"/>
            </w:pPr>
          </w:p>
        </w:tc>
      </w:tr>
      <w:tr w:rsidR="00A9374A" w:rsidRPr="00CE02A2" w14:paraId="0111531F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13DA197C" w14:textId="77777777" w:rsidR="00A9374A" w:rsidRPr="005B1BE5" w:rsidRDefault="00A9374A" w:rsidP="00A9374A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Entraîn. S. 34–43</w:t>
            </w:r>
          </w:p>
          <w:p w14:paraId="311059DA" w14:textId="77777777" w:rsidR="00A9374A" w:rsidRPr="005B1BE5" w:rsidRDefault="00A9374A" w:rsidP="00A9374A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Audio 7–8</w:t>
            </w:r>
          </w:p>
          <w:p w14:paraId="1582CE55" w14:textId="5B53D5B0" w:rsidR="00A9374A" w:rsidRPr="00263040" w:rsidRDefault="00A9374A" w:rsidP="00A9374A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Ex. int. 53–69</w:t>
            </w:r>
          </w:p>
        </w:tc>
        <w:tc>
          <w:tcPr>
            <w:tcW w:w="1357" w:type="dxa"/>
            <w:vAlign w:val="center"/>
          </w:tcPr>
          <w:p w14:paraId="56324468" w14:textId="272B184A" w:rsidR="00A9374A" w:rsidRPr="00341932" w:rsidRDefault="00A9374A" w:rsidP="00FE24A8">
            <w:pPr>
              <w:pStyle w:val="lkp"/>
              <w:rPr>
                <w:lang w:val="fr-CH"/>
              </w:rPr>
            </w:pPr>
            <w:r w:rsidRPr="00B575E0">
              <w:t xml:space="preserve">Üben und </w:t>
            </w:r>
            <w:r>
              <w:br/>
            </w:r>
            <w:r w:rsidRPr="00B575E0">
              <w:t xml:space="preserve">LK: </w:t>
            </w:r>
            <w:r w:rsidR="00FE24A8">
              <w:t>5</w:t>
            </w:r>
            <w:r w:rsidRPr="00B575E0">
              <w:t>–</w:t>
            </w:r>
            <w:r w:rsidR="00FE24A8">
              <w:t>6</w:t>
            </w:r>
          </w:p>
        </w:tc>
        <w:tc>
          <w:tcPr>
            <w:tcW w:w="1134" w:type="dxa"/>
            <w:vMerge/>
            <w:vAlign w:val="center"/>
          </w:tcPr>
          <w:p w14:paraId="61772617" w14:textId="77777777" w:rsidR="00A9374A" w:rsidRPr="00341932" w:rsidRDefault="00A9374A" w:rsidP="00A9374A">
            <w:pPr>
              <w:pStyle w:val="lkp"/>
              <w:rPr>
                <w:rFonts w:cstheme="minorHAnsi"/>
                <w:lang w:val="fr-CH"/>
              </w:rPr>
            </w:pPr>
          </w:p>
        </w:tc>
        <w:tc>
          <w:tcPr>
            <w:tcW w:w="1729" w:type="dxa"/>
            <w:vMerge/>
            <w:vAlign w:val="center"/>
          </w:tcPr>
          <w:p w14:paraId="32FD382B" w14:textId="77777777" w:rsidR="00A9374A" w:rsidRPr="00341932" w:rsidRDefault="00A9374A" w:rsidP="00A9374A">
            <w:pPr>
              <w:pStyle w:val="lkp"/>
              <w:rPr>
                <w:lang w:val="fr-CH"/>
              </w:rPr>
            </w:pPr>
          </w:p>
        </w:tc>
        <w:tc>
          <w:tcPr>
            <w:tcW w:w="1843" w:type="dxa"/>
            <w:vAlign w:val="center"/>
          </w:tcPr>
          <w:p w14:paraId="37608E1B" w14:textId="03485A05" w:rsidR="00A9374A" w:rsidRPr="004F1CC5" w:rsidRDefault="00A9374A" w:rsidP="00A9374A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0E387C66" w14:textId="120E42C5" w:rsidR="00A9374A" w:rsidRPr="00C97666" w:rsidRDefault="00A9374A" w:rsidP="00A9374A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28091FAF" w14:textId="77777777" w:rsidR="00A9374A" w:rsidRPr="00CE02A2" w:rsidRDefault="00A9374A" w:rsidP="00A9374A">
            <w:pPr>
              <w:pStyle w:val="lkp"/>
            </w:pPr>
          </w:p>
        </w:tc>
      </w:tr>
      <w:tr w:rsidR="008A13BA" w:rsidRPr="006F06EF" w14:paraId="0746FE41" w14:textId="77777777" w:rsidTr="00430D3F">
        <w:trPr>
          <w:trHeight w:val="624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10AE77E0" w14:textId="4927A28A" w:rsidR="008A13BA" w:rsidRDefault="008A13BA" w:rsidP="00430D3F">
            <w:pPr>
              <w:pStyle w:val="lkp"/>
              <w:rPr>
                <w:lang w:val="fr-CH"/>
              </w:rPr>
            </w:pPr>
            <w:r w:rsidRPr="00B448C9">
              <w:rPr>
                <w:lang w:val="fr-CH"/>
              </w:rPr>
              <w:t xml:space="preserve">Télescope </w:t>
            </w:r>
            <w:r w:rsidR="0016570E">
              <w:rPr>
                <w:lang w:val="fr-CH"/>
              </w:rPr>
              <w:t>C</w:t>
            </w:r>
          </w:p>
          <w:p w14:paraId="103974EA" w14:textId="7C72763D" w:rsidR="008A13BA" w:rsidRPr="006F06EF" w:rsidRDefault="006F06EF" w:rsidP="00430D3F">
            <w:pPr>
              <w:pStyle w:val="lkp"/>
              <w:rPr>
                <w:lang w:val="fr-CH"/>
              </w:rPr>
            </w:pPr>
            <w:r w:rsidRPr="006F06EF">
              <w:rPr>
                <w:lang w:val="fr-CH"/>
              </w:rPr>
              <w:t>Le jeu du futur</w:t>
            </w:r>
          </w:p>
        </w:tc>
      </w:tr>
      <w:tr w:rsidR="008A13BA" w:rsidRPr="006F06EF" w14:paraId="2E1F3D3A" w14:textId="77777777" w:rsidTr="0016570E">
        <w:trPr>
          <w:trHeight w:val="680"/>
        </w:trPr>
        <w:tc>
          <w:tcPr>
            <w:tcW w:w="2153" w:type="dxa"/>
            <w:vAlign w:val="center"/>
          </w:tcPr>
          <w:p w14:paraId="24A2ED1C" w14:textId="77777777" w:rsidR="007D2ECB" w:rsidRPr="007D2ECB" w:rsidRDefault="007D2ECB" w:rsidP="007D2ECB">
            <w:pPr>
              <w:pStyle w:val="lkp"/>
              <w:rPr>
                <w:lang w:val="fr-CH"/>
              </w:rPr>
            </w:pPr>
            <w:r w:rsidRPr="007D2ECB">
              <w:rPr>
                <w:lang w:val="fr-CH"/>
              </w:rPr>
              <w:t>Cahier S. 26–27</w:t>
            </w:r>
          </w:p>
          <w:p w14:paraId="4994B926" w14:textId="196F1A73" w:rsidR="008A13BA" w:rsidRPr="002A07F7" w:rsidRDefault="007D2ECB" w:rsidP="007D2ECB">
            <w:pPr>
              <w:pStyle w:val="lkp"/>
              <w:rPr>
                <w:lang w:val="fr-CH"/>
              </w:rPr>
            </w:pPr>
            <w:r w:rsidRPr="007D2ECB">
              <w:rPr>
                <w:lang w:val="fr-CH"/>
              </w:rPr>
              <w:t>KV</w:t>
            </w:r>
          </w:p>
        </w:tc>
        <w:tc>
          <w:tcPr>
            <w:tcW w:w="1357" w:type="dxa"/>
            <w:vAlign w:val="center"/>
          </w:tcPr>
          <w:p w14:paraId="698FCB78" w14:textId="0AA4A23A" w:rsidR="008A13BA" w:rsidRPr="002A07F7" w:rsidRDefault="00E63DE4" w:rsidP="00430D3F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4C7DA8E3" w14:textId="63A7D203" w:rsidR="008A13BA" w:rsidRPr="002A07F7" w:rsidRDefault="00E63DE4" w:rsidP="00430D3F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23</w:t>
            </w:r>
          </w:p>
        </w:tc>
        <w:tc>
          <w:tcPr>
            <w:tcW w:w="1729" w:type="dxa"/>
            <w:vAlign w:val="center"/>
          </w:tcPr>
          <w:p w14:paraId="0BC4F4B2" w14:textId="416C932F" w:rsidR="008A13BA" w:rsidRPr="002A07F7" w:rsidRDefault="00E63DE4" w:rsidP="00430D3F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März</w:t>
            </w:r>
          </w:p>
        </w:tc>
        <w:tc>
          <w:tcPr>
            <w:tcW w:w="1843" w:type="dxa"/>
            <w:vAlign w:val="center"/>
          </w:tcPr>
          <w:p w14:paraId="1DEBF72E" w14:textId="1E297B1A" w:rsidR="008A13BA" w:rsidRPr="002A07F7" w:rsidRDefault="00A619D8" w:rsidP="00430D3F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1</w:t>
            </w:r>
          </w:p>
        </w:tc>
        <w:tc>
          <w:tcPr>
            <w:tcW w:w="2126" w:type="dxa"/>
            <w:vAlign w:val="center"/>
          </w:tcPr>
          <w:p w14:paraId="00766121" w14:textId="77777777" w:rsidR="008A13BA" w:rsidRPr="002A07F7" w:rsidRDefault="008A13BA" w:rsidP="00430D3F">
            <w:pPr>
              <w:pStyle w:val="lkp"/>
              <w:rPr>
                <w:lang w:val="fr-CH"/>
              </w:rPr>
            </w:pPr>
          </w:p>
        </w:tc>
        <w:tc>
          <w:tcPr>
            <w:tcW w:w="3934" w:type="dxa"/>
            <w:vAlign w:val="center"/>
          </w:tcPr>
          <w:p w14:paraId="5878D20E" w14:textId="77777777" w:rsidR="008A13BA" w:rsidRPr="002A07F7" w:rsidRDefault="008A13BA" w:rsidP="00430D3F">
            <w:pPr>
              <w:pStyle w:val="lkp"/>
              <w:rPr>
                <w:lang w:val="fr-CH"/>
              </w:rPr>
            </w:pPr>
          </w:p>
        </w:tc>
      </w:tr>
    </w:tbl>
    <w:p w14:paraId="63A6E6EE" w14:textId="2FCE46F2" w:rsidR="0053331A" w:rsidRDefault="0053331A" w:rsidP="004F5D10">
      <w:pPr>
        <w:pStyle w:val="lkp"/>
        <w:rPr>
          <w:lang w:val="fr-CH"/>
        </w:rPr>
      </w:pPr>
    </w:p>
    <w:p w14:paraId="17846C49" w14:textId="77777777" w:rsidR="00464D06" w:rsidRPr="00000CB2" w:rsidRDefault="00464D06" w:rsidP="004F5D10">
      <w:pPr>
        <w:pStyle w:val="lkp"/>
        <w:rPr>
          <w:lang w:val="fr-CH"/>
        </w:rPr>
      </w:pPr>
    </w:p>
    <w:p w14:paraId="38DAE1FD" w14:textId="77777777" w:rsidR="006437D4" w:rsidRDefault="006437D4" w:rsidP="004F5D10">
      <w:pPr>
        <w:pStyle w:val="lkp"/>
        <w:rPr>
          <w:lang w:val="fr-CH"/>
        </w:rPr>
        <w:sectPr w:rsidR="006437D4" w:rsidSect="009C5A9A">
          <w:footerReference w:type="default" r:id="rId11"/>
          <w:pgSz w:w="16838" w:h="11906" w:orient="landscape"/>
          <w:pgMar w:top="794" w:right="1418" w:bottom="567" w:left="1134" w:header="397" w:footer="603" w:gutter="0"/>
          <w:cols w:space="708"/>
          <w:docGrid w:linePitch="360"/>
        </w:sectPr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6437D4" w:rsidRPr="004D6BEF" w14:paraId="1F1427FA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401C7729" w14:textId="57F7619F" w:rsidR="006437D4" w:rsidRPr="00E210A4" w:rsidRDefault="004D6BEF" w:rsidP="006437D4">
            <w:pPr>
              <w:pStyle w:val="lkp"/>
              <w:rPr>
                <w:rStyle w:val="lkfett"/>
                <w:lang w:val="fr-CH"/>
              </w:rPr>
            </w:pPr>
            <w:r w:rsidRPr="007106F4">
              <w:rPr>
                <w:rStyle w:val="lkfett"/>
                <w:lang w:val="fr-CH"/>
              </w:rPr>
              <w:lastRenderedPageBreak/>
              <w:t xml:space="preserve">Unité 5, </w:t>
            </w:r>
            <w:r w:rsidRPr="00315249">
              <w:rPr>
                <w:rStyle w:val="lkfett"/>
                <w:lang w:val="fr-CH"/>
              </w:rPr>
              <w:t>Les fantômes</w:t>
            </w:r>
            <w:r>
              <w:rPr>
                <w:rStyle w:val="lkfett"/>
                <w:lang w:val="fr-CH"/>
              </w:rPr>
              <w:t xml:space="preserve"> </w:t>
            </w:r>
            <w:r w:rsidRPr="00315249">
              <w:rPr>
                <w:rStyle w:val="lkfett"/>
                <w:lang w:val="fr-CH"/>
              </w:rPr>
              <w:t>de Mortemer</w:t>
            </w:r>
          </w:p>
        </w:tc>
      </w:tr>
      <w:tr w:rsidR="006437D4" w:rsidRPr="00951A26" w14:paraId="52D4F593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634E719E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369A565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16FAFC38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5AAB2BB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0978739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02B8701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20E6D70E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7B07BD" w:rsidRPr="00295E4A" w14:paraId="70706FD9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1B8C1667" w14:textId="77777777" w:rsidR="007B07BD" w:rsidRDefault="007B07BD" w:rsidP="007B07BD">
            <w:pPr>
              <w:pStyle w:val="lkp"/>
            </w:pPr>
            <w:r>
              <w:t>Cahier S. 30–51</w:t>
            </w:r>
          </w:p>
          <w:p w14:paraId="684435DF" w14:textId="77777777" w:rsidR="007B07BD" w:rsidRDefault="007B07BD" w:rsidP="007B07BD">
            <w:pPr>
              <w:pStyle w:val="lkp"/>
            </w:pPr>
            <w:r>
              <w:t>Audio 25–29, 47, 58</w:t>
            </w:r>
          </w:p>
          <w:p w14:paraId="4EDDE730" w14:textId="1BD39EA8" w:rsidR="007B07BD" w:rsidRDefault="007B07BD" w:rsidP="007B07BD">
            <w:pPr>
              <w:pStyle w:val="lkp"/>
            </w:pPr>
            <w:r>
              <w:t>KV 5.1–5.2, 5.m</w:t>
            </w:r>
          </w:p>
        </w:tc>
        <w:tc>
          <w:tcPr>
            <w:tcW w:w="1357" w:type="dxa"/>
            <w:vAlign w:val="center"/>
          </w:tcPr>
          <w:p w14:paraId="31FAEDA9" w14:textId="62AA7CB2" w:rsidR="007B07BD" w:rsidRDefault="007B07BD" w:rsidP="00515CCD">
            <w:pPr>
              <w:pStyle w:val="lkp"/>
            </w:pPr>
            <w:r w:rsidRPr="0097003D">
              <w:t xml:space="preserve">Unité: </w:t>
            </w:r>
            <w:r w:rsidR="00515CCD">
              <w:t>13</w:t>
            </w:r>
            <w:r w:rsidRPr="0097003D">
              <w:t>–</w:t>
            </w:r>
            <w:r w:rsidR="00515CCD"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0D6B80DA" w14:textId="22945AE1" w:rsidR="007B07BD" w:rsidRPr="000463C9" w:rsidRDefault="007B07BD" w:rsidP="007B07BD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 w:rsidR="009627D5">
              <w:rPr>
                <w:rFonts w:cstheme="minorHAnsi"/>
              </w:rPr>
              <w:t>4</w:t>
            </w:r>
          </w:p>
          <w:p w14:paraId="703ADBF9" w14:textId="36CE1E75" w:rsidR="007B07BD" w:rsidRPr="000463C9" w:rsidRDefault="007B07BD" w:rsidP="007B07BD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 w:rsidR="009627D5">
              <w:rPr>
                <w:rFonts w:cstheme="minorHAnsi"/>
              </w:rPr>
              <w:t>5</w:t>
            </w:r>
          </w:p>
          <w:p w14:paraId="1D15C2D0" w14:textId="0BA5C0EC" w:rsidR="007B07BD" w:rsidRPr="000463C9" w:rsidRDefault="007B07BD" w:rsidP="007B07BD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 w:rsidR="009627D5">
              <w:rPr>
                <w:rFonts w:cstheme="minorHAnsi"/>
              </w:rPr>
              <w:t>6</w:t>
            </w:r>
          </w:p>
          <w:p w14:paraId="66DF7A01" w14:textId="63D200D2" w:rsidR="007B07BD" w:rsidRPr="000463C9" w:rsidRDefault="007B07BD" w:rsidP="007B07BD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 w:rsidR="009627D5">
              <w:rPr>
                <w:rFonts w:cstheme="minorHAnsi"/>
              </w:rPr>
              <w:t>7</w:t>
            </w:r>
          </w:p>
          <w:p w14:paraId="027C4257" w14:textId="791F8350" w:rsidR="007B07BD" w:rsidRPr="00F66711" w:rsidRDefault="007B07BD" w:rsidP="009627D5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 w:rsidR="009627D5">
              <w:rPr>
                <w:rFonts w:cstheme="minorHAnsi"/>
              </w:rPr>
              <w:t>8</w:t>
            </w:r>
          </w:p>
        </w:tc>
        <w:tc>
          <w:tcPr>
            <w:tcW w:w="1729" w:type="dxa"/>
            <w:vMerge w:val="restart"/>
            <w:vAlign w:val="center"/>
          </w:tcPr>
          <w:p w14:paraId="7409C431" w14:textId="2D99A350" w:rsidR="007B07BD" w:rsidRDefault="00DE32DF" w:rsidP="007B07BD">
            <w:pPr>
              <w:pStyle w:val="lkp"/>
            </w:pPr>
            <w:r>
              <w:t>April bis Mai</w:t>
            </w:r>
          </w:p>
        </w:tc>
        <w:tc>
          <w:tcPr>
            <w:tcW w:w="1843" w:type="dxa"/>
            <w:vAlign w:val="center"/>
          </w:tcPr>
          <w:p w14:paraId="35B87BAC" w14:textId="5C81A203" w:rsidR="007B07BD" w:rsidRDefault="007B07BD" w:rsidP="007B07BD">
            <w:pPr>
              <w:pStyle w:val="lkp"/>
            </w:pPr>
            <w:r w:rsidRPr="00D32405">
              <w:t>1H, 2G–H, 3I</w:t>
            </w:r>
          </w:p>
        </w:tc>
        <w:tc>
          <w:tcPr>
            <w:tcW w:w="2126" w:type="dxa"/>
            <w:vAlign w:val="center"/>
          </w:tcPr>
          <w:p w14:paraId="016D473C" w14:textId="74313038" w:rsidR="007B07BD" w:rsidRPr="00295E4A" w:rsidRDefault="007B07BD" w:rsidP="007B07BD">
            <w:pPr>
              <w:pStyle w:val="lkp"/>
              <w:rPr>
                <w:lang w:val="fr-CH"/>
              </w:rPr>
            </w:pPr>
            <w:r>
              <w:t>1H, 3E–H, 4E/G, 5C, 6,</w:t>
            </w:r>
            <w:r>
              <w:br/>
              <w:t>7B</w:t>
            </w:r>
          </w:p>
        </w:tc>
        <w:tc>
          <w:tcPr>
            <w:tcW w:w="3934" w:type="dxa"/>
            <w:vAlign w:val="center"/>
          </w:tcPr>
          <w:p w14:paraId="585282CA" w14:textId="77777777" w:rsidR="007B07BD" w:rsidRPr="00295E4A" w:rsidRDefault="007B07BD" w:rsidP="007B07BD">
            <w:pPr>
              <w:pStyle w:val="lkp"/>
              <w:rPr>
                <w:lang w:val="fr-CH"/>
              </w:rPr>
            </w:pPr>
          </w:p>
        </w:tc>
      </w:tr>
      <w:tr w:rsidR="007B07BD" w:rsidRPr="00CE02A2" w14:paraId="4D65DD42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75D71E55" w14:textId="77777777" w:rsidR="007B07BD" w:rsidRPr="009E294C" w:rsidRDefault="007B07BD" w:rsidP="007B07BD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>Entraîn. S. 44–53</w:t>
            </w:r>
          </w:p>
          <w:p w14:paraId="58B38722" w14:textId="77777777" w:rsidR="007B07BD" w:rsidRPr="009E294C" w:rsidRDefault="007B07BD" w:rsidP="007B07BD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>Audio 9</w:t>
            </w:r>
          </w:p>
          <w:p w14:paraId="247FD5CA" w14:textId="7A53FEB0" w:rsidR="007B07BD" w:rsidRPr="00263040" w:rsidRDefault="007B07BD" w:rsidP="007B07BD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>Ex. int. 70–85</w:t>
            </w:r>
          </w:p>
        </w:tc>
        <w:tc>
          <w:tcPr>
            <w:tcW w:w="1357" w:type="dxa"/>
            <w:vAlign w:val="center"/>
          </w:tcPr>
          <w:p w14:paraId="573966E5" w14:textId="29A65AF1" w:rsidR="007B07BD" w:rsidRPr="00EC4D92" w:rsidRDefault="007B07BD" w:rsidP="00F578F8">
            <w:pPr>
              <w:pStyle w:val="lkp"/>
              <w:rPr>
                <w:lang w:val="fr-CH"/>
              </w:rPr>
            </w:pPr>
            <w:r w:rsidRPr="00B575E0">
              <w:t xml:space="preserve">Üben und </w:t>
            </w:r>
            <w:r>
              <w:br/>
            </w:r>
            <w:r w:rsidRPr="00B575E0">
              <w:t xml:space="preserve">LK: </w:t>
            </w:r>
            <w:r w:rsidR="00515CCD">
              <w:t>5</w:t>
            </w:r>
            <w:r w:rsidRPr="00B575E0">
              <w:t>–</w:t>
            </w:r>
            <w:r w:rsidR="00F578F8">
              <w:t>6</w:t>
            </w:r>
          </w:p>
        </w:tc>
        <w:tc>
          <w:tcPr>
            <w:tcW w:w="1134" w:type="dxa"/>
            <w:vMerge/>
            <w:vAlign w:val="center"/>
          </w:tcPr>
          <w:p w14:paraId="502D4817" w14:textId="77777777" w:rsidR="007B07BD" w:rsidRPr="00EC4D92" w:rsidRDefault="007B07BD" w:rsidP="007B07BD">
            <w:pPr>
              <w:pStyle w:val="lkp"/>
              <w:rPr>
                <w:rFonts w:cstheme="minorHAnsi"/>
                <w:lang w:val="fr-CH"/>
              </w:rPr>
            </w:pPr>
          </w:p>
        </w:tc>
        <w:tc>
          <w:tcPr>
            <w:tcW w:w="1729" w:type="dxa"/>
            <w:vMerge/>
            <w:vAlign w:val="center"/>
          </w:tcPr>
          <w:p w14:paraId="74337F95" w14:textId="77777777" w:rsidR="007B07BD" w:rsidRPr="00EC4D92" w:rsidRDefault="007B07BD" w:rsidP="007B07BD">
            <w:pPr>
              <w:pStyle w:val="lkp"/>
              <w:rPr>
                <w:lang w:val="fr-CH"/>
              </w:rPr>
            </w:pPr>
          </w:p>
        </w:tc>
        <w:tc>
          <w:tcPr>
            <w:tcW w:w="1843" w:type="dxa"/>
            <w:vAlign w:val="center"/>
          </w:tcPr>
          <w:p w14:paraId="76B2602D" w14:textId="14FE795B" w:rsidR="007B07BD" w:rsidRPr="004F1CC5" w:rsidRDefault="007B07BD" w:rsidP="007B07BD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42091AA" w14:textId="01F131E8" w:rsidR="007B07BD" w:rsidRPr="00C97666" w:rsidRDefault="007B07BD" w:rsidP="007B07BD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080EF36" w14:textId="77777777" w:rsidR="007B07BD" w:rsidRPr="00CE02A2" w:rsidRDefault="007B07BD" w:rsidP="007B07BD">
            <w:pPr>
              <w:pStyle w:val="lkp"/>
            </w:pPr>
          </w:p>
        </w:tc>
      </w:tr>
      <w:tr w:rsidR="006437D4" w:rsidRPr="009D6C65" w14:paraId="06C02D01" w14:textId="77777777" w:rsidTr="00430D3F">
        <w:trPr>
          <w:trHeight w:val="624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57E6035E" w14:textId="1AC4D2CD" w:rsidR="006437D4" w:rsidRDefault="006437D4" w:rsidP="00430D3F">
            <w:pPr>
              <w:pStyle w:val="lkp"/>
              <w:rPr>
                <w:lang w:val="fr-CH"/>
              </w:rPr>
            </w:pPr>
            <w:r w:rsidRPr="00B448C9">
              <w:rPr>
                <w:lang w:val="fr-CH"/>
              </w:rPr>
              <w:t xml:space="preserve">Télescope </w:t>
            </w:r>
            <w:r w:rsidR="00F008E0">
              <w:rPr>
                <w:lang w:val="fr-CH"/>
              </w:rPr>
              <w:t>D</w:t>
            </w:r>
          </w:p>
          <w:p w14:paraId="2E1C178C" w14:textId="3B442C76" w:rsidR="006437D4" w:rsidRPr="00B448C9" w:rsidRDefault="00D06A02" w:rsidP="00D06A02">
            <w:pPr>
              <w:pStyle w:val="lkp"/>
              <w:rPr>
                <w:lang w:val="fr-CH"/>
              </w:rPr>
            </w:pPr>
            <w:r w:rsidRPr="00D06A02">
              <w:rPr>
                <w:lang w:val="fr-CH"/>
              </w:rPr>
              <w:t>Le charme</w:t>
            </w:r>
            <w:r>
              <w:rPr>
                <w:lang w:val="fr-CH"/>
              </w:rPr>
              <w:t xml:space="preserve"> </w:t>
            </w:r>
            <w:r w:rsidRPr="00D06A02">
              <w:rPr>
                <w:lang w:val="fr-CH"/>
              </w:rPr>
              <w:t>de la musique</w:t>
            </w:r>
          </w:p>
        </w:tc>
      </w:tr>
      <w:tr w:rsidR="006437D4" w:rsidRPr="009D6C65" w14:paraId="2A555B26" w14:textId="77777777" w:rsidTr="00F008E0">
        <w:trPr>
          <w:trHeight w:val="680"/>
        </w:trPr>
        <w:tc>
          <w:tcPr>
            <w:tcW w:w="2153" w:type="dxa"/>
            <w:vAlign w:val="center"/>
          </w:tcPr>
          <w:p w14:paraId="258A047F" w14:textId="77777777" w:rsidR="009D6C65" w:rsidRPr="009D6C65" w:rsidRDefault="009D6C65" w:rsidP="009D6C65">
            <w:pPr>
              <w:pStyle w:val="lkp"/>
              <w:rPr>
                <w:lang w:val="fr-CH"/>
              </w:rPr>
            </w:pPr>
            <w:r w:rsidRPr="009D6C65">
              <w:rPr>
                <w:lang w:val="fr-CH"/>
              </w:rPr>
              <w:t>Cahier S. 50–51</w:t>
            </w:r>
          </w:p>
          <w:p w14:paraId="158B3C5C" w14:textId="3ADB3A2E" w:rsidR="006437D4" w:rsidRPr="002A07F7" w:rsidRDefault="009D6C65" w:rsidP="009D6C65">
            <w:pPr>
              <w:pStyle w:val="lkp"/>
              <w:rPr>
                <w:lang w:val="fr-CH"/>
              </w:rPr>
            </w:pPr>
            <w:r w:rsidRPr="009D6C65">
              <w:rPr>
                <w:lang w:val="fr-CH"/>
              </w:rPr>
              <w:t>Audio</w:t>
            </w:r>
          </w:p>
        </w:tc>
        <w:tc>
          <w:tcPr>
            <w:tcW w:w="1357" w:type="dxa"/>
            <w:vAlign w:val="center"/>
          </w:tcPr>
          <w:p w14:paraId="1997435B" w14:textId="6B472F28" w:rsidR="006437D4" w:rsidRPr="002A07F7" w:rsidRDefault="00167E23" w:rsidP="00430D3F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5AFFBACC" w14:textId="1CC1A664" w:rsidR="006437D4" w:rsidRPr="002A07F7" w:rsidRDefault="00167E23" w:rsidP="00430D3F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29</w:t>
            </w:r>
          </w:p>
        </w:tc>
        <w:tc>
          <w:tcPr>
            <w:tcW w:w="1729" w:type="dxa"/>
            <w:vAlign w:val="center"/>
          </w:tcPr>
          <w:p w14:paraId="1FADFB8E" w14:textId="302906AC" w:rsidR="006437D4" w:rsidRPr="002A07F7" w:rsidRDefault="00167E23" w:rsidP="00430D3F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Mai</w:t>
            </w:r>
          </w:p>
        </w:tc>
        <w:tc>
          <w:tcPr>
            <w:tcW w:w="1843" w:type="dxa"/>
            <w:vAlign w:val="center"/>
          </w:tcPr>
          <w:p w14:paraId="70982916" w14:textId="77777777" w:rsidR="006437D4" w:rsidRPr="002A07F7" w:rsidRDefault="006437D4" w:rsidP="00430D3F">
            <w:pPr>
              <w:pStyle w:val="lkp"/>
              <w:rPr>
                <w:lang w:val="fr-CH"/>
              </w:rPr>
            </w:pPr>
          </w:p>
        </w:tc>
        <w:tc>
          <w:tcPr>
            <w:tcW w:w="2126" w:type="dxa"/>
            <w:vAlign w:val="center"/>
          </w:tcPr>
          <w:p w14:paraId="186D1B2B" w14:textId="07596728" w:rsidR="006437D4" w:rsidRPr="002A07F7" w:rsidRDefault="00167E23" w:rsidP="00430D3F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1C, 2A</w:t>
            </w:r>
          </w:p>
        </w:tc>
        <w:tc>
          <w:tcPr>
            <w:tcW w:w="3934" w:type="dxa"/>
            <w:vAlign w:val="center"/>
          </w:tcPr>
          <w:p w14:paraId="2CB802EF" w14:textId="77777777" w:rsidR="006437D4" w:rsidRPr="002A07F7" w:rsidRDefault="006437D4" w:rsidP="00430D3F">
            <w:pPr>
              <w:pStyle w:val="lkp"/>
              <w:rPr>
                <w:lang w:val="fr-CH"/>
              </w:rPr>
            </w:pPr>
          </w:p>
        </w:tc>
      </w:tr>
      <w:tr w:rsidR="002664F9" w:rsidRPr="001D45AB" w14:paraId="19B842C2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7F3B1C43" w14:textId="74565A83" w:rsidR="002664F9" w:rsidRPr="00E210A4" w:rsidRDefault="001D45AB" w:rsidP="002664F9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6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AC3393">
              <w:rPr>
                <w:rStyle w:val="lkfett"/>
                <w:lang w:val="fr-CH"/>
              </w:rPr>
              <w:t>Un voyage au Québec</w:t>
            </w:r>
          </w:p>
        </w:tc>
      </w:tr>
      <w:tr w:rsidR="002664F9" w:rsidRPr="00951A26" w14:paraId="6D88C479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4CE5CF3D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74C2AEF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017C926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1B8C84BC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8CCD02C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645B2ACF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88626BC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AB7561" w:rsidRPr="00295E4A" w14:paraId="350AAEA0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64951D98" w14:textId="77777777" w:rsidR="00AB7561" w:rsidRDefault="00AB7561" w:rsidP="00AB7561">
            <w:pPr>
              <w:pStyle w:val="lkp"/>
            </w:pPr>
            <w:r>
              <w:t>Cahier S. 54–75</w:t>
            </w:r>
          </w:p>
          <w:p w14:paraId="479D2E41" w14:textId="77777777" w:rsidR="00AB7561" w:rsidRDefault="00AB7561" w:rsidP="00AB7561">
            <w:pPr>
              <w:pStyle w:val="lkp"/>
            </w:pPr>
            <w:r>
              <w:t>Audio 31–36, 48–49, 60</w:t>
            </w:r>
          </w:p>
          <w:p w14:paraId="32E64F6B" w14:textId="74044BE0" w:rsidR="00AB7561" w:rsidRDefault="00AB7561" w:rsidP="00AB7561">
            <w:pPr>
              <w:pStyle w:val="lkp"/>
            </w:pPr>
            <w:r>
              <w:t>KV 6.1–6.4, 6.m</w:t>
            </w:r>
          </w:p>
        </w:tc>
        <w:tc>
          <w:tcPr>
            <w:tcW w:w="1357" w:type="dxa"/>
            <w:vAlign w:val="center"/>
          </w:tcPr>
          <w:p w14:paraId="48818048" w14:textId="208BA659" w:rsidR="00AB7561" w:rsidRDefault="00AB7561" w:rsidP="001E07CF">
            <w:pPr>
              <w:pStyle w:val="lkp"/>
            </w:pPr>
            <w:r w:rsidRPr="0097003D">
              <w:t xml:space="preserve">Unité: </w:t>
            </w:r>
            <w:r w:rsidR="001E07CF">
              <w:t>13</w:t>
            </w:r>
            <w:r w:rsidRPr="0097003D">
              <w:t>–</w:t>
            </w:r>
            <w:r w:rsidR="001E07CF"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1C295153" w14:textId="7355D422" w:rsidR="00AB7561" w:rsidRPr="008104DA" w:rsidRDefault="00766D66" w:rsidP="00AB7561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  <w:p w14:paraId="7821AA7A" w14:textId="3B4332F3" w:rsidR="00AB7561" w:rsidRPr="008104DA" w:rsidRDefault="00766D66" w:rsidP="00AB7561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  <w:p w14:paraId="3E95F58B" w14:textId="35A472FB" w:rsidR="00AB7561" w:rsidRPr="008104DA" w:rsidRDefault="00766D66" w:rsidP="00AB7561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  <w:p w14:paraId="19F9ACA4" w14:textId="20575859" w:rsidR="00AB7561" w:rsidRPr="008104DA" w:rsidRDefault="00766D66" w:rsidP="00AB7561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  <w:p w14:paraId="2B231DC7" w14:textId="71FA2B5B" w:rsidR="00AB7561" w:rsidRPr="00F66711" w:rsidRDefault="00766D66" w:rsidP="00AB7561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  <w:r w:rsidR="00AB7561" w:rsidRPr="008104DA">
              <w:rPr>
                <w:rStyle w:val="lkhochgestell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7D3A2A0A" w14:textId="0E94D156" w:rsidR="00AB7561" w:rsidRDefault="00AB7561" w:rsidP="00AB7561">
            <w:pPr>
              <w:pStyle w:val="lkp"/>
            </w:pPr>
            <w:r w:rsidRPr="008104DA">
              <w:t>Juni bis Juli</w:t>
            </w:r>
          </w:p>
        </w:tc>
        <w:tc>
          <w:tcPr>
            <w:tcW w:w="1843" w:type="dxa"/>
            <w:vAlign w:val="center"/>
          </w:tcPr>
          <w:p w14:paraId="3B6BBE2A" w14:textId="7E2F90FA" w:rsidR="00AB7561" w:rsidRDefault="00AB7561" w:rsidP="00AB7561">
            <w:pPr>
              <w:pStyle w:val="lkp"/>
            </w:pPr>
            <w:r w:rsidRPr="00D433DB">
              <w:t>1D, 4I, 5H–I, 6A/B/D</w:t>
            </w:r>
          </w:p>
        </w:tc>
        <w:tc>
          <w:tcPr>
            <w:tcW w:w="2126" w:type="dxa"/>
            <w:vAlign w:val="center"/>
          </w:tcPr>
          <w:p w14:paraId="2F6B26E7" w14:textId="01D9C4A1" w:rsidR="00AB7561" w:rsidRPr="00AB7561" w:rsidRDefault="00AB7561" w:rsidP="00AB7561">
            <w:pPr>
              <w:pStyle w:val="lkp"/>
            </w:pPr>
            <w:r>
              <w:t>1E–F, 4D/F, 5D–G, 6A,</w:t>
            </w:r>
            <w:r>
              <w:br/>
              <w:t>8E, 11, 12A–C</w:t>
            </w:r>
          </w:p>
        </w:tc>
        <w:tc>
          <w:tcPr>
            <w:tcW w:w="3934" w:type="dxa"/>
            <w:vAlign w:val="center"/>
          </w:tcPr>
          <w:p w14:paraId="3CC036FF" w14:textId="77777777" w:rsidR="00AB7561" w:rsidRPr="00AB7561" w:rsidRDefault="00AB7561" w:rsidP="00AB7561">
            <w:pPr>
              <w:pStyle w:val="lkp"/>
            </w:pPr>
          </w:p>
        </w:tc>
      </w:tr>
      <w:tr w:rsidR="00AB7561" w:rsidRPr="00CE02A2" w14:paraId="34837DA7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6470E1F4" w14:textId="77777777" w:rsidR="00AB7561" w:rsidRPr="002F6657" w:rsidRDefault="00AB7561" w:rsidP="00AB7561">
            <w:pPr>
              <w:pStyle w:val="lkp"/>
              <w:rPr>
                <w:lang w:val="fr-CH"/>
              </w:rPr>
            </w:pPr>
            <w:r w:rsidRPr="002F6657">
              <w:rPr>
                <w:lang w:val="fr-CH"/>
              </w:rPr>
              <w:t>Entraîn. S. 54–63</w:t>
            </w:r>
          </w:p>
          <w:p w14:paraId="5999491F" w14:textId="77777777" w:rsidR="00AB7561" w:rsidRPr="002F6657" w:rsidRDefault="00AB7561" w:rsidP="00AB7561">
            <w:pPr>
              <w:pStyle w:val="lkp"/>
              <w:rPr>
                <w:lang w:val="fr-CH"/>
              </w:rPr>
            </w:pPr>
            <w:r w:rsidRPr="002F6657">
              <w:rPr>
                <w:lang w:val="fr-CH"/>
              </w:rPr>
              <w:t>Audio 10–15</w:t>
            </w:r>
          </w:p>
          <w:p w14:paraId="75DA0FBB" w14:textId="68971149" w:rsidR="00AB7561" w:rsidRPr="00263040" w:rsidRDefault="00AB7561" w:rsidP="00AB7561">
            <w:pPr>
              <w:pStyle w:val="lkp"/>
              <w:rPr>
                <w:lang w:val="fr-CH"/>
              </w:rPr>
            </w:pPr>
            <w:r w:rsidRPr="002F6657">
              <w:rPr>
                <w:lang w:val="fr-CH"/>
              </w:rPr>
              <w:t>Ex. int. 86–100</w:t>
            </w:r>
          </w:p>
        </w:tc>
        <w:tc>
          <w:tcPr>
            <w:tcW w:w="1357" w:type="dxa"/>
            <w:vAlign w:val="center"/>
          </w:tcPr>
          <w:p w14:paraId="499A7072" w14:textId="7B82739D" w:rsidR="00AB7561" w:rsidRPr="00AA5ABB" w:rsidRDefault="00AB7561" w:rsidP="00F74BFD">
            <w:pPr>
              <w:pStyle w:val="lkp"/>
              <w:rPr>
                <w:lang w:val="fr-CH"/>
              </w:rPr>
            </w:pPr>
            <w:r w:rsidRPr="00B575E0">
              <w:t xml:space="preserve">Üben und </w:t>
            </w:r>
            <w:r>
              <w:br/>
            </w:r>
            <w:r w:rsidRPr="00B575E0">
              <w:t xml:space="preserve">LK: </w:t>
            </w:r>
            <w:r w:rsidR="00F74BFD">
              <w:t>5</w:t>
            </w:r>
            <w:r w:rsidRPr="00B575E0">
              <w:t>–</w:t>
            </w:r>
            <w:r w:rsidR="00F74BFD">
              <w:t>6</w:t>
            </w:r>
          </w:p>
        </w:tc>
        <w:tc>
          <w:tcPr>
            <w:tcW w:w="1134" w:type="dxa"/>
            <w:vMerge/>
            <w:vAlign w:val="center"/>
          </w:tcPr>
          <w:p w14:paraId="44D89477" w14:textId="77777777" w:rsidR="00AB7561" w:rsidRPr="00AA5ABB" w:rsidRDefault="00AB7561" w:rsidP="00AB7561">
            <w:pPr>
              <w:pStyle w:val="lkp"/>
              <w:rPr>
                <w:rFonts w:cstheme="minorHAnsi"/>
                <w:lang w:val="fr-CH"/>
              </w:rPr>
            </w:pPr>
          </w:p>
        </w:tc>
        <w:tc>
          <w:tcPr>
            <w:tcW w:w="1729" w:type="dxa"/>
            <w:vMerge/>
            <w:vAlign w:val="center"/>
          </w:tcPr>
          <w:p w14:paraId="43C464E8" w14:textId="77777777" w:rsidR="00AB7561" w:rsidRPr="00AA5ABB" w:rsidRDefault="00AB7561" w:rsidP="00AB7561">
            <w:pPr>
              <w:pStyle w:val="lkp"/>
              <w:rPr>
                <w:lang w:val="fr-CH"/>
              </w:rPr>
            </w:pPr>
          </w:p>
        </w:tc>
        <w:tc>
          <w:tcPr>
            <w:tcW w:w="1843" w:type="dxa"/>
            <w:vAlign w:val="center"/>
          </w:tcPr>
          <w:p w14:paraId="606003A7" w14:textId="3A39C3CC" w:rsidR="00AB7561" w:rsidRPr="004F1CC5" w:rsidRDefault="00AB7561" w:rsidP="00AB7561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E7902AB" w14:textId="4227D89C" w:rsidR="00AB7561" w:rsidRPr="00C97666" w:rsidRDefault="00AB7561" w:rsidP="00AB7561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36854A1" w14:textId="77777777" w:rsidR="00AB7561" w:rsidRPr="00CE02A2" w:rsidRDefault="00AB7561" w:rsidP="00AB7561">
            <w:pPr>
              <w:pStyle w:val="lkp"/>
            </w:pPr>
          </w:p>
        </w:tc>
      </w:tr>
    </w:tbl>
    <w:p w14:paraId="589F16F7" w14:textId="32910031" w:rsidR="002D0CC0" w:rsidRDefault="002D0CC0" w:rsidP="004F5D10">
      <w:pPr>
        <w:pStyle w:val="lkp"/>
        <w:rPr>
          <w:lang w:val="fr-CH"/>
        </w:rPr>
      </w:pPr>
    </w:p>
    <w:p w14:paraId="7FC125A6" w14:textId="77777777" w:rsidR="00464D06" w:rsidRPr="00000CB2" w:rsidRDefault="00464D06" w:rsidP="004F5D10">
      <w:pPr>
        <w:pStyle w:val="lkp"/>
        <w:rPr>
          <w:lang w:val="fr-CH"/>
        </w:rPr>
      </w:pPr>
    </w:p>
    <w:p w14:paraId="37D4C389" w14:textId="77777777" w:rsidR="00495D27" w:rsidRDefault="00495D27" w:rsidP="004F5D10">
      <w:pPr>
        <w:pStyle w:val="lkp"/>
        <w:rPr>
          <w:lang w:val="fr-CH"/>
        </w:rPr>
        <w:sectPr w:rsidR="00495D27" w:rsidSect="00BB36F7">
          <w:pgSz w:w="16838" w:h="11906" w:orient="landscape"/>
          <w:pgMar w:top="794" w:right="1418" w:bottom="567" w:left="1134" w:header="397" w:footer="340" w:gutter="0"/>
          <w:cols w:space="708"/>
          <w:docGrid w:linePitch="360"/>
        </w:sectPr>
      </w:pPr>
    </w:p>
    <w:p w14:paraId="4C283E26" w14:textId="77777777" w:rsidR="004721EE" w:rsidRPr="00E22BA5" w:rsidRDefault="004721EE" w:rsidP="004721EE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4721EE" w:rsidRPr="00E22BA5" w14:paraId="73B2A6F1" w14:textId="77777777" w:rsidTr="00430D3F">
        <w:tc>
          <w:tcPr>
            <w:tcW w:w="284" w:type="dxa"/>
          </w:tcPr>
          <w:p w14:paraId="3EE51983" w14:textId="77777777" w:rsidR="004721EE" w:rsidRPr="00E22BA5" w:rsidRDefault="004721EE" w:rsidP="00430D3F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76108B08" w14:textId="77777777" w:rsidR="004721EE" w:rsidRPr="00E22BA5" w:rsidRDefault="004721EE" w:rsidP="00430D3F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4721EE" w:rsidRPr="00E22BA5" w14:paraId="42099B96" w14:textId="77777777" w:rsidTr="00430D3F">
        <w:tc>
          <w:tcPr>
            <w:tcW w:w="284" w:type="dxa"/>
          </w:tcPr>
          <w:p w14:paraId="27BB6144" w14:textId="77777777" w:rsidR="004721EE" w:rsidRPr="00E22BA5" w:rsidRDefault="004721EE" w:rsidP="00430D3F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5A8F2EF7" w14:textId="77777777" w:rsidR="004721EE" w:rsidRPr="00E22BA5" w:rsidRDefault="004721EE" w:rsidP="00430D3F">
            <w:pPr>
              <w:pStyle w:val="lkp"/>
            </w:pPr>
            <w:r w:rsidRPr="00D92707">
              <w:t>Entraînement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>und zur Grammatik der Unité.</w:t>
            </w:r>
          </w:p>
        </w:tc>
      </w:tr>
      <w:tr w:rsidR="004721EE" w:rsidRPr="00E22BA5" w14:paraId="75E2B325" w14:textId="77777777" w:rsidTr="00430D3F">
        <w:tc>
          <w:tcPr>
            <w:tcW w:w="284" w:type="dxa"/>
          </w:tcPr>
          <w:p w14:paraId="05A2ABE0" w14:textId="77777777" w:rsidR="004721EE" w:rsidRPr="00E22BA5" w:rsidRDefault="004721EE" w:rsidP="00430D3F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4CA876CF" w14:textId="77777777" w:rsidR="004721EE" w:rsidRPr="00E22BA5" w:rsidRDefault="004721EE" w:rsidP="00430D3F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4721EE" w:rsidRPr="00875306" w14:paraId="5B3521C5" w14:textId="77777777" w:rsidTr="00430D3F">
        <w:tc>
          <w:tcPr>
            <w:tcW w:w="284" w:type="dxa"/>
          </w:tcPr>
          <w:p w14:paraId="14FF8B61" w14:textId="77777777" w:rsidR="004721EE" w:rsidRPr="00D14737" w:rsidRDefault="004721EE" w:rsidP="00430D3F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2A92C24F" w14:textId="77777777" w:rsidR="004721EE" w:rsidRPr="00875306" w:rsidRDefault="004721EE" w:rsidP="00430D3F">
            <w:pPr>
              <w:pStyle w:val="lkp"/>
            </w:pPr>
            <w:r w:rsidRPr="00D92707">
              <w:t>Erarbeitung der Unité und somit Erarbeitung der Lernziele.</w:t>
            </w:r>
          </w:p>
        </w:tc>
      </w:tr>
      <w:tr w:rsidR="004721EE" w:rsidRPr="00046904" w14:paraId="2D503893" w14:textId="77777777" w:rsidTr="00430D3F">
        <w:tc>
          <w:tcPr>
            <w:tcW w:w="284" w:type="dxa"/>
          </w:tcPr>
          <w:p w14:paraId="205D70F0" w14:textId="77777777" w:rsidR="004721EE" w:rsidRPr="00C27F3F" w:rsidRDefault="004721EE" w:rsidP="00430D3F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3BC27005" w14:textId="77777777" w:rsidR="004721EE" w:rsidRPr="00046904" w:rsidRDefault="004721EE" w:rsidP="00430D3F">
            <w:pPr>
              <w:pStyle w:val="lkp"/>
            </w:pPr>
            <w:r w:rsidRPr="00D92707">
              <w:t>Nach dem Üben und Repetieren der Lernziele wird die Unité mit den summativen Lernkontrollen</w:t>
            </w:r>
            <w:r>
              <w:br/>
            </w:r>
            <w:r w:rsidRPr="00D92707">
              <w:t>Évaluations abgeschlossen.</w:t>
            </w:r>
          </w:p>
        </w:tc>
      </w:tr>
      <w:tr w:rsidR="004721EE" w:rsidRPr="0039707B" w14:paraId="17CA7DBA" w14:textId="77777777" w:rsidTr="00430D3F">
        <w:tc>
          <w:tcPr>
            <w:tcW w:w="284" w:type="dxa"/>
          </w:tcPr>
          <w:p w14:paraId="79972130" w14:textId="77777777" w:rsidR="004721EE" w:rsidRPr="00C27F3F" w:rsidRDefault="004721EE" w:rsidP="00430D3F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35E11AB6" w14:textId="77777777" w:rsidR="004721EE" w:rsidRPr="0039707B" w:rsidRDefault="004721EE" w:rsidP="00430D3F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r w:rsidRPr="00D92707">
              <w:rPr>
                <w:lang w:val="fr-CH"/>
              </w:rPr>
              <w:t>Zudem geht sie</w:t>
            </w:r>
            <w:r>
              <w:rPr>
                <w:lang w:val="fr-CH"/>
              </w:rPr>
              <w:br/>
            </w:r>
            <w:r w:rsidRPr="00D92707">
              <w:t>vom gleichen Zeitaufwand pro Unité aus.</w:t>
            </w:r>
          </w:p>
        </w:tc>
      </w:tr>
    </w:tbl>
    <w:p w14:paraId="4E461898" w14:textId="77777777" w:rsidR="004721EE" w:rsidRPr="0039707B" w:rsidRDefault="004721EE" w:rsidP="004721EE">
      <w:pPr>
        <w:pStyle w:val="lkp"/>
      </w:pPr>
    </w:p>
    <w:sectPr w:rsidR="004721EE" w:rsidRPr="0039707B" w:rsidSect="00BB36F7">
      <w:pgSz w:w="16838" w:h="11906" w:orient="landscape"/>
      <w:pgMar w:top="794" w:right="1418" w:bottom="567" w:left="1134" w:header="397" w:footer="34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D71F6" w16cex:dateUtc="2021-08-22T2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07E43" w16cid:durableId="24CD71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F3AFC" w14:textId="77777777" w:rsidR="00282541" w:rsidRDefault="00282541">
      <w:pPr>
        <w:spacing w:after="0" w:line="240" w:lineRule="auto"/>
      </w:pPr>
      <w:r>
        <w:separator/>
      </w:r>
    </w:p>
    <w:p w14:paraId="57C6A27F" w14:textId="77777777" w:rsidR="00282541" w:rsidRDefault="00282541"/>
  </w:endnote>
  <w:endnote w:type="continuationSeparator" w:id="0">
    <w:p w14:paraId="22DE336A" w14:textId="77777777" w:rsidR="00282541" w:rsidRDefault="00282541">
      <w:pPr>
        <w:spacing w:after="0" w:line="240" w:lineRule="auto"/>
      </w:pPr>
      <w:r>
        <w:continuationSeparator/>
      </w:r>
    </w:p>
    <w:p w14:paraId="41671DBC" w14:textId="77777777" w:rsidR="00282541" w:rsidRDefault="00282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BB5C5" w14:textId="1DFA48A0" w:rsidR="009C5A9A" w:rsidRPr="009C5A9A" w:rsidRDefault="009C5A9A" w:rsidP="009C5A9A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85369234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>
          <w:rPr>
            <w:rFonts w:ascii="Arial" w:hAnsi="Arial" w:cs="Arial"/>
            <w:sz w:val="18"/>
            <w:szCs w:val="18"/>
          </w:rPr>
          <w:t xml:space="preserve">Klett und Balmer </w:t>
        </w:r>
        <w:r w:rsidRPr="006C5895">
          <w:rPr>
            <w:rFonts w:ascii="Arial" w:hAnsi="Arial" w:cs="Arial"/>
            <w:sz w:val="18"/>
            <w:szCs w:val="18"/>
          </w:rPr>
          <w:t>Verla</w:t>
        </w:r>
        <w:r>
          <w:rPr>
            <w:rFonts w:ascii="Arial" w:hAnsi="Arial" w:cs="Arial"/>
            <w:sz w:val="18"/>
            <w:szCs w:val="18"/>
          </w:rPr>
          <w:t xml:space="preserve">g, </w:t>
        </w:r>
        <w:r w:rsidRPr="00730CDC">
          <w:t>info@klett.ch</w:t>
        </w:r>
        <w:r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>
            <w:t>cestca7-9</w:t>
          </w:r>
          <w:r w:rsidRPr="00813235">
            <w:t>.ch</w:t>
          </w:r>
        </w:hyperlink>
        <w:r>
          <w:t xml:space="preserve"> (Mai 2022)</w:t>
        </w:r>
        <w:r>
          <w:rPr>
            <w:rFonts w:ascii="Arial" w:hAnsi="Arial" w:cs="Arial"/>
            <w:sz w:val="18"/>
            <w:szCs w:val="18"/>
          </w:rPr>
          <w:tab/>
        </w:r>
        <w:r w:rsidRPr="006C5895">
          <w:rPr>
            <w:rFonts w:ascii="Arial" w:hAnsi="Arial" w:cs="Arial"/>
            <w:sz w:val="18"/>
            <w:szCs w:val="18"/>
          </w:rPr>
          <w:fldChar w:fldCharType="begin"/>
        </w:r>
        <w:r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Pr="006C5895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6C212" w14:textId="77777777" w:rsidR="00282541" w:rsidRDefault="00282541">
      <w:pPr>
        <w:spacing w:after="0" w:line="240" w:lineRule="auto"/>
      </w:pPr>
      <w:r>
        <w:separator/>
      </w:r>
    </w:p>
    <w:p w14:paraId="18001B10" w14:textId="77777777" w:rsidR="00282541" w:rsidRDefault="00282541"/>
  </w:footnote>
  <w:footnote w:type="continuationSeparator" w:id="0">
    <w:p w14:paraId="3DD855DC" w14:textId="77777777" w:rsidR="00282541" w:rsidRDefault="00282541">
      <w:pPr>
        <w:spacing w:after="0" w:line="240" w:lineRule="auto"/>
      </w:pPr>
      <w:r>
        <w:continuationSeparator/>
      </w:r>
    </w:p>
    <w:p w14:paraId="2F629B76" w14:textId="77777777" w:rsidR="00282541" w:rsidRDefault="0028254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87.05pt;height:42.55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9"/>
    <w:rsid w:val="00000CB2"/>
    <w:rsid w:val="00005F12"/>
    <w:rsid w:val="00010C99"/>
    <w:rsid w:val="00011136"/>
    <w:rsid w:val="0001157F"/>
    <w:rsid w:val="00012094"/>
    <w:rsid w:val="000121AE"/>
    <w:rsid w:val="00013C32"/>
    <w:rsid w:val="00016C66"/>
    <w:rsid w:val="00021F69"/>
    <w:rsid w:val="00022335"/>
    <w:rsid w:val="00022A65"/>
    <w:rsid w:val="00022C9C"/>
    <w:rsid w:val="00024872"/>
    <w:rsid w:val="000257BA"/>
    <w:rsid w:val="00037910"/>
    <w:rsid w:val="00037F4E"/>
    <w:rsid w:val="000409C3"/>
    <w:rsid w:val="00042A8C"/>
    <w:rsid w:val="000463C9"/>
    <w:rsid w:val="00046F17"/>
    <w:rsid w:val="000552D7"/>
    <w:rsid w:val="00055FC1"/>
    <w:rsid w:val="0007225D"/>
    <w:rsid w:val="00072D83"/>
    <w:rsid w:val="000829F1"/>
    <w:rsid w:val="00084262"/>
    <w:rsid w:val="000865B6"/>
    <w:rsid w:val="00086829"/>
    <w:rsid w:val="000875F3"/>
    <w:rsid w:val="0009324E"/>
    <w:rsid w:val="0009415A"/>
    <w:rsid w:val="00096F90"/>
    <w:rsid w:val="000973AC"/>
    <w:rsid w:val="00097D32"/>
    <w:rsid w:val="000A2534"/>
    <w:rsid w:val="000A2564"/>
    <w:rsid w:val="000A367D"/>
    <w:rsid w:val="000A4A39"/>
    <w:rsid w:val="000B15FE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6CD"/>
    <w:rsid w:val="000E554A"/>
    <w:rsid w:val="000E56AC"/>
    <w:rsid w:val="000E5E0C"/>
    <w:rsid w:val="000E62E4"/>
    <w:rsid w:val="000F1107"/>
    <w:rsid w:val="000F1BD6"/>
    <w:rsid w:val="000F419F"/>
    <w:rsid w:val="000F6780"/>
    <w:rsid w:val="000F6F29"/>
    <w:rsid w:val="0010108D"/>
    <w:rsid w:val="00102753"/>
    <w:rsid w:val="00103DB7"/>
    <w:rsid w:val="0010519D"/>
    <w:rsid w:val="00110D0F"/>
    <w:rsid w:val="00111005"/>
    <w:rsid w:val="00113B20"/>
    <w:rsid w:val="0011553D"/>
    <w:rsid w:val="0011712E"/>
    <w:rsid w:val="00123377"/>
    <w:rsid w:val="00125324"/>
    <w:rsid w:val="00126102"/>
    <w:rsid w:val="00133400"/>
    <w:rsid w:val="001403B3"/>
    <w:rsid w:val="00140BC7"/>
    <w:rsid w:val="00141D16"/>
    <w:rsid w:val="00142141"/>
    <w:rsid w:val="001437AF"/>
    <w:rsid w:val="001523CB"/>
    <w:rsid w:val="00153362"/>
    <w:rsid w:val="0015404C"/>
    <w:rsid w:val="00161F9B"/>
    <w:rsid w:val="0016570E"/>
    <w:rsid w:val="00167E23"/>
    <w:rsid w:val="0017181D"/>
    <w:rsid w:val="001822AB"/>
    <w:rsid w:val="00186884"/>
    <w:rsid w:val="00187AA8"/>
    <w:rsid w:val="00192CD8"/>
    <w:rsid w:val="00194597"/>
    <w:rsid w:val="001A060B"/>
    <w:rsid w:val="001A3437"/>
    <w:rsid w:val="001A3CDE"/>
    <w:rsid w:val="001A71A0"/>
    <w:rsid w:val="001A7347"/>
    <w:rsid w:val="001B0A09"/>
    <w:rsid w:val="001B7B5C"/>
    <w:rsid w:val="001C0E07"/>
    <w:rsid w:val="001C5E09"/>
    <w:rsid w:val="001D1A8D"/>
    <w:rsid w:val="001D1FE3"/>
    <w:rsid w:val="001D45AB"/>
    <w:rsid w:val="001D6F1C"/>
    <w:rsid w:val="001D730E"/>
    <w:rsid w:val="001E07B9"/>
    <w:rsid w:val="001E07CF"/>
    <w:rsid w:val="001E1509"/>
    <w:rsid w:val="001E166C"/>
    <w:rsid w:val="001E17AD"/>
    <w:rsid w:val="001E5037"/>
    <w:rsid w:val="001E5109"/>
    <w:rsid w:val="001E619C"/>
    <w:rsid w:val="001F042F"/>
    <w:rsid w:val="001F25BF"/>
    <w:rsid w:val="001F3600"/>
    <w:rsid w:val="001F3AC9"/>
    <w:rsid w:val="0020116C"/>
    <w:rsid w:val="00202560"/>
    <w:rsid w:val="002062A4"/>
    <w:rsid w:val="00216E9E"/>
    <w:rsid w:val="00237387"/>
    <w:rsid w:val="00241CC2"/>
    <w:rsid w:val="0024449D"/>
    <w:rsid w:val="00245BCD"/>
    <w:rsid w:val="00251F7B"/>
    <w:rsid w:val="00252646"/>
    <w:rsid w:val="002555D6"/>
    <w:rsid w:val="002629CD"/>
    <w:rsid w:val="00263040"/>
    <w:rsid w:val="00263BDE"/>
    <w:rsid w:val="00264E48"/>
    <w:rsid w:val="002655AD"/>
    <w:rsid w:val="002664F9"/>
    <w:rsid w:val="00267CC3"/>
    <w:rsid w:val="0027210A"/>
    <w:rsid w:val="00273238"/>
    <w:rsid w:val="00276643"/>
    <w:rsid w:val="00282541"/>
    <w:rsid w:val="00282A38"/>
    <w:rsid w:val="002856E1"/>
    <w:rsid w:val="00290EFB"/>
    <w:rsid w:val="00291502"/>
    <w:rsid w:val="0029333B"/>
    <w:rsid w:val="00294011"/>
    <w:rsid w:val="00295E4A"/>
    <w:rsid w:val="002A035F"/>
    <w:rsid w:val="002A07F7"/>
    <w:rsid w:val="002A203E"/>
    <w:rsid w:val="002A4A02"/>
    <w:rsid w:val="002A7982"/>
    <w:rsid w:val="002B7A3B"/>
    <w:rsid w:val="002C2C4F"/>
    <w:rsid w:val="002C4AD7"/>
    <w:rsid w:val="002D0CC0"/>
    <w:rsid w:val="002D2959"/>
    <w:rsid w:val="002D3C39"/>
    <w:rsid w:val="002D64B3"/>
    <w:rsid w:val="002E2DF1"/>
    <w:rsid w:val="002F01CF"/>
    <w:rsid w:val="002F08F0"/>
    <w:rsid w:val="002F4078"/>
    <w:rsid w:val="002F6657"/>
    <w:rsid w:val="002F743B"/>
    <w:rsid w:val="00300C5D"/>
    <w:rsid w:val="003074EF"/>
    <w:rsid w:val="00313550"/>
    <w:rsid w:val="00315249"/>
    <w:rsid w:val="00315AD6"/>
    <w:rsid w:val="00322689"/>
    <w:rsid w:val="00325243"/>
    <w:rsid w:val="003261A7"/>
    <w:rsid w:val="00330BE7"/>
    <w:rsid w:val="003328BB"/>
    <w:rsid w:val="0033367E"/>
    <w:rsid w:val="003336FC"/>
    <w:rsid w:val="00341015"/>
    <w:rsid w:val="00341932"/>
    <w:rsid w:val="00342412"/>
    <w:rsid w:val="00344487"/>
    <w:rsid w:val="00345636"/>
    <w:rsid w:val="00345AE8"/>
    <w:rsid w:val="00345D1B"/>
    <w:rsid w:val="00346FC9"/>
    <w:rsid w:val="00354A6D"/>
    <w:rsid w:val="003564C4"/>
    <w:rsid w:val="00357BDA"/>
    <w:rsid w:val="00357D2E"/>
    <w:rsid w:val="00361400"/>
    <w:rsid w:val="003630BC"/>
    <w:rsid w:val="0036451C"/>
    <w:rsid w:val="003669DA"/>
    <w:rsid w:val="00373D5E"/>
    <w:rsid w:val="00376C62"/>
    <w:rsid w:val="003817EA"/>
    <w:rsid w:val="00385729"/>
    <w:rsid w:val="00393BF7"/>
    <w:rsid w:val="003A0ACF"/>
    <w:rsid w:val="003A43FA"/>
    <w:rsid w:val="003B5354"/>
    <w:rsid w:val="003C1EB2"/>
    <w:rsid w:val="003C2518"/>
    <w:rsid w:val="003D0383"/>
    <w:rsid w:val="003D0C04"/>
    <w:rsid w:val="003D31E2"/>
    <w:rsid w:val="003D31F6"/>
    <w:rsid w:val="003E0F89"/>
    <w:rsid w:val="003E281E"/>
    <w:rsid w:val="003E4BAB"/>
    <w:rsid w:val="003F68EB"/>
    <w:rsid w:val="00401CBC"/>
    <w:rsid w:val="00403A8E"/>
    <w:rsid w:val="0040616D"/>
    <w:rsid w:val="0042126D"/>
    <w:rsid w:val="0042498A"/>
    <w:rsid w:val="00424F45"/>
    <w:rsid w:val="00427D6C"/>
    <w:rsid w:val="0043175E"/>
    <w:rsid w:val="00431DEF"/>
    <w:rsid w:val="004333B5"/>
    <w:rsid w:val="00436769"/>
    <w:rsid w:val="004446DE"/>
    <w:rsid w:val="0044545A"/>
    <w:rsid w:val="00447F5B"/>
    <w:rsid w:val="004603F3"/>
    <w:rsid w:val="00464D06"/>
    <w:rsid w:val="00464DBB"/>
    <w:rsid w:val="004721EE"/>
    <w:rsid w:val="00477086"/>
    <w:rsid w:val="00483FBB"/>
    <w:rsid w:val="00490086"/>
    <w:rsid w:val="00495D27"/>
    <w:rsid w:val="004973AC"/>
    <w:rsid w:val="004A12AF"/>
    <w:rsid w:val="004A5530"/>
    <w:rsid w:val="004A7217"/>
    <w:rsid w:val="004B2445"/>
    <w:rsid w:val="004B6A1C"/>
    <w:rsid w:val="004C0DCF"/>
    <w:rsid w:val="004C2535"/>
    <w:rsid w:val="004D26E7"/>
    <w:rsid w:val="004D6B13"/>
    <w:rsid w:val="004D6BEF"/>
    <w:rsid w:val="004E2EBE"/>
    <w:rsid w:val="004E66FD"/>
    <w:rsid w:val="004F00AB"/>
    <w:rsid w:val="004F0170"/>
    <w:rsid w:val="004F1CC5"/>
    <w:rsid w:val="004F2821"/>
    <w:rsid w:val="004F5B05"/>
    <w:rsid w:val="004F5D10"/>
    <w:rsid w:val="005002E7"/>
    <w:rsid w:val="005007D9"/>
    <w:rsid w:val="005030D4"/>
    <w:rsid w:val="00505D43"/>
    <w:rsid w:val="00507BDC"/>
    <w:rsid w:val="0051125F"/>
    <w:rsid w:val="005135AA"/>
    <w:rsid w:val="00514D7E"/>
    <w:rsid w:val="00515CCD"/>
    <w:rsid w:val="00516ABD"/>
    <w:rsid w:val="00517855"/>
    <w:rsid w:val="005216A8"/>
    <w:rsid w:val="00524855"/>
    <w:rsid w:val="00525021"/>
    <w:rsid w:val="005254C6"/>
    <w:rsid w:val="00527BC9"/>
    <w:rsid w:val="00530AC2"/>
    <w:rsid w:val="0053331A"/>
    <w:rsid w:val="00533928"/>
    <w:rsid w:val="00540268"/>
    <w:rsid w:val="0054047B"/>
    <w:rsid w:val="00542190"/>
    <w:rsid w:val="0054458A"/>
    <w:rsid w:val="005451C3"/>
    <w:rsid w:val="005462F0"/>
    <w:rsid w:val="00551F07"/>
    <w:rsid w:val="0055352A"/>
    <w:rsid w:val="00554BB4"/>
    <w:rsid w:val="00563695"/>
    <w:rsid w:val="00565539"/>
    <w:rsid w:val="0056669A"/>
    <w:rsid w:val="005724CD"/>
    <w:rsid w:val="00576E82"/>
    <w:rsid w:val="005814CF"/>
    <w:rsid w:val="005828EC"/>
    <w:rsid w:val="00585C27"/>
    <w:rsid w:val="00585C49"/>
    <w:rsid w:val="00590EE7"/>
    <w:rsid w:val="005A50B7"/>
    <w:rsid w:val="005B4B3C"/>
    <w:rsid w:val="005C022A"/>
    <w:rsid w:val="005D6D90"/>
    <w:rsid w:val="005E0166"/>
    <w:rsid w:val="005E2D20"/>
    <w:rsid w:val="005E62C3"/>
    <w:rsid w:val="005E6CAD"/>
    <w:rsid w:val="005F1A04"/>
    <w:rsid w:val="005F4921"/>
    <w:rsid w:val="005F7457"/>
    <w:rsid w:val="006014FD"/>
    <w:rsid w:val="00603705"/>
    <w:rsid w:val="00606BB9"/>
    <w:rsid w:val="00611C05"/>
    <w:rsid w:val="006138FB"/>
    <w:rsid w:val="00614259"/>
    <w:rsid w:val="00614C34"/>
    <w:rsid w:val="0061711B"/>
    <w:rsid w:val="00623957"/>
    <w:rsid w:val="00623B46"/>
    <w:rsid w:val="006241BF"/>
    <w:rsid w:val="00624358"/>
    <w:rsid w:val="0062650C"/>
    <w:rsid w:val="006310E6"/>
    <w:rsid w:val="006311F1"/>
    <w:rsid w:val="006341F4"/>
    <w:rsid w:val="00634DA7"/>
    <w:rsid w:val="0063536C"/>
    <w:rsid w:val="00637347"/>
    <w:rsid w:val="006418B0"/>
    <w:rsid w:val="006421B7"/>
    <w:rsid w:val="006437D4"/>
    <w:rsid w:val="0064480E"/>
    <w:rsid w:val="00647A77"/>
    <w:rsid w:val="0065072F"/>
    <w:rsid w:val="00653BFC"/>
    <w:rsid w:val="006558C8"/>
    <w:rsid w:val="006568A9"/>
    <w:rsid w:val="0066376D"/>
    <w:rsid w:val="0067098C"/>
    <w:rsid w:val="00672AD2"/>
    <w:rsid w:val="006748C3"/>
    <w:rsid w:val="006758AA"/>
    <w:rsid w:val="006773DA"/>
    <w:rsid w:val="00680493"/>
    <w:rsid w:val="0068179B"/>
    <w:rsid w:val="00690342"/>
    <w:rsid w:val="006917AF"/>
    <w:rsid w:val="00692B52"/>
    <w:rsid w:val="006938DD"/>
    <w:rsid w:val="006A4D4D"/>
    <w:rsid w:val="006B3595"/>
    <w:rsid w:val="006B5629"/>
    <w:rsid w:val="006B5D8F"/>
    <w:rsid w:val="006C0D77"/>
    <w:rsid w:val="006C1CC5"/>
    <w:rsid w:val="006C3D29"/>
    <w:rsid w:val="006C5A05"/>
    <w:rsid w:val="006C5E53"/>
    <w:rsid w:val="006D4CCF"/>
    <w:rsid w:val="006F06EF"/>
    <w:rsid w:val="006F1698"/>
    <w:rsid w:val="006F2BB4"/>
    <w:rsid w:val="0070244D"/>
    <w:rsid w:val="007106F4"/>
    <w:rsid w:val="00717BD7"/>
    <w:rsid w:val="00720273"/>
    <w:rsid w:val="00720831"/>
    <w:rsid w:val="0072180C"/>
    <w:rsid w:val="00722BCB"/>
    <w:rsid w:val="007248AE"/>
    <w:rsid w:val="0073539D"/>
    <w:rsid w:val="007405AF"/>
    <w:rsid w:val="00740DA6"/>
    <w:rsid w:val="00741546"/>
    <w:rsid w:val="00741F53"/>
    <w:rsid w:val="007462B9"/>
    <w:rsid w:val="00746358"/>
    <w:rsid w:val="007468A9"/>
    <w:rsid w:val="00754391"/>
    <w:rsid w:val="00760D56"/>
    <w:rsid w:val="00760FA5"/>
    <w:rsid w:val="00765DF8"/>
    <w:rsid w:val="00766D66"/>
    <w:rsid w:val="007703FB"/>
    <w:rsid w:val="00772598"/>
    <w:rsid w:val="00772FEB"/>
    <w:rsid w:val="00775253"/>
    <w:rsid w:val="0077673A"/>
    <w:rsid w:val="00782E56"/>
    <w:rsid w:val="00783F5C"/>
    <w:rsid w:val="0078496D"/>
    <w:rsid w:val="00784F54"/>
    <w:rsid w:val="00786C02"/>
    <w:rsid w:val="0079028F"/>
    <w:rsid w:val="00792CC3"/>
    <w:rsid w:val="00795587"/>
    <w:rsid w:val="007A7066"/>
    <w:rsid w:val="007A7D7B"/>
    <w:rsid w:val="007B07BD"/>
    <w:rsid w:val="007B23E0"/>
    <w:rsid w:val="007B33A8"/>
    <w:rsid w:val="007B6075"/>
    <w:rsid w:val="007C1C90"/>
    <w:rsid w:val="007C3E12"/>
    <w:rsid w:val="007C43C7"/>
    <w:rsid w:val="007C48EA"/>
    <w:rsid w:val="007C6968"/>
    <w:rsid w:val="007C77B4"/>
    <w:rsid w:val="007D175B"/>
    <w:rsid w:val="007D22A3"/>
    <w:rsid w:val="007D2ECB"/>
    <w:rsid w:val="007D6A82"/>
    <w:rsid w:val="007E01EF"/>
    <w:rsid w:val="007E0293"/>
    <w:rsid w:val="007E0CC7"/>
    <w:rsid w:val="007F04A5"/>
    <w:rsid w:val="007F20DA"/>
    <w:rsid w:val="00804E24"/>
    <w:rsid w:val="0080659C"/>
    <w:rsid w:val="008104DA"/>
    <w:rsid w:val="00810EDD"/>
    <w:rsid w:val="008155F1"/>
    <w:rsid w:val="00816F78"/>
    <w:rsid w:val="0082120E"/>
    <w:rsid w:val="008216EB"/>
    <w:rsid w:val="008218C1"/>
    <w:rsid w:val="00821A17"/>
    <w:rsid w:val="008229B2"/>
    <w:rsid w:val="008236FB"/>
    <w:rsid w:val="0082607B"/>
    <w:rsid w:val="00841C1A"/>
    <w:rsid w:val="0084200A"/>
    <w:rsid w:val="008424BE"/>
    <w:rsid w:val="00842D99"/>
    <w:rsid w:val="00852081"/>
    <w:rsid w:val="00853D1B"/>
    <w:rsid w:val="00864775"/>
    <w:rsid w:val="008779A0"/>
    <w:rsid w:val="0088203B"/>
    <w:rsid w:val="00885DDA"/>
    <w:rsid w:val="008867F7"/>
    <w:rsid w:val="00893349"/>
    <w:rsid w:val="00894811"/>
    <w:rsid w:val="00895861"/>
    <w:rsid w:val="00897FCD"/>
    <w:rsid w:val="008A1330"/>
    <w:rsid w:val="008A13BA"/>
    <w:rsid w:val="008B56D7"/>
    <w:rsid w:val="008B6F1A"/>
    <w:rsid w:val="008B778D"/>
    <w:rsid w:val="008C0CDF"/>
    <w:rsid w:val="008D3211"/>
    <w:rsid w:val="008D69A3"/>
    <w:rsid w:val="008E319A"/>
    <w:rsid w:val="008E5E7D"/>
    <w:rsid w:val="008F1EF0"/>
    <w:rsid w:val="008F5002"/>
    <w:rsid w:val="008F54BA"/>
    <w:rsid w:val="008F5CBF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6E27"/>
    <w:rsid w:val="00916FC9"/>
    <w:rsid w:val="009200AC"/>
    <w:rsid w:val="0092505C"/>
    <w:rsid w:val="0092543C"/>
    <w:rsid w:val="00927667"/>
    <w:rsid w:val="00927E7E"/>
    <w:rsid w:val="00930695"/>
    <w:rsid w:val="00931124"/>
    <w:rsid w:val="00936860"/>
    <w:rsid w:val="00944DFD"/>
    <w:rsid w:val="009452E1"/>
    <w:rsid w:val="00947C38"/>
    <w:rsid w:val="00950B2B"/>
    <w:rsid w:val="00951A26"/>
    <w:rsid w:val="00961769"/>
    <w:rsid w:val="009627D5"/>
    <w:rsid w:val="009645EB"/>
    <w:rsid w:val="009648FE"/>
    <w:rsid w:val="00965D90"/>
    <w:rsid w:val="009667F5"/>
    <w:rsid w:val="0097003D"/>
    <w:rsid w:val="009709E3"/>
    <w:rsid w:val="0097266C"/>
    <w:rsid w:val="00975CC4"/>
    <w:rsid w:val="00986416"/>
    <w:rsid w:val="00986494"/>
    <w:rsid w:val="00991425"/>
    <w:rsid w:val="009932E2"/>
    <w:rsid w:val="009A7548"/>
    <w:rsid w:val="009B549E"/>
    <w:rsid w:val="009B5AF1"/>
    <w:rsid w:val="009B6BBF"/>
    <w:rsid w:val="009B77E0"/>
    <w:rsid w:val="009C039E"/>
    <w:rsid w:val="009C4B95"/>
    <w:rsid w:val="009C4D99"/>
    <w:rsid w:val="009C5A9A"/>
    <w:rsid w:val="009C78B5"/>
    <w:rsid w:val="009D24B7"/>
    <w:rsid w:val="009D29CC"/>
    <w:rsid w:val="009D38F9"/>
    <w:rsid w:val="009D3CB9"/>
    <w:rsid w:val="009D580C"/>
    <w:rsid w:val="009D5F41"/>
    <w:rsid w:val="009D6C65"/>
    <w:rsid w:val="009E1BE9"/>
    <w:rsid w:val="009E294C"/>
    <w:rsid w:val="00A04704"/>
    <w:rsid w:val="00A06723"/>
    <w:rsid w:val="00A072EE"/>
    <w:rsid w:val="00A075A2"/>
    <w:rsid w:val="00A17771"/>
    <w:rsid w:val="00A17853"/>
    <w:rsid w:val="00A178D6"/>
    <w:rsid w:val="00A22B8A"/>
    <w:rsid w:val="00A22F58"/>
    <w:rsid w:val="00A24F65"/>
    <w:rsid w:val="00A254DC"/>
    <w:rsid w:val="00A26789"/>
    <w:rsid w:val="00A30C12"/>
    <w:rsid w:val="00A318AD"/>
    <w:rsid w:val="00A31E1C"/>
    <w:rsid w:val="00A37F35"/>
    <w:rsid w:val="00A432BF"/>
    <w:rsid w:val="00A502CC"/>
    <w:rsid w:val="00A50465"/>
    <w:rsid w:val="00A507F3"/>
    <w:rsid w:val="00A5184F"/>
    <w:rsid w:val="00A53D54"/>
    <w:rsid w:val="00A5447E"/>
    <w:rsid w:val="00A55545"/>
    <w:rsid w:val="00A57197"/>
    <w:rsid w:val="00A619D8"/>
    <w:rsid w:val="00A6221E"/>
    <w:rsid w:val="00A63298"/>
    <w:rsid w:val="00A64982"/>
    <w:rsid w:val="00A64F9F"/>
    <w:rsid w:val="00A7454A"/>
    <w:rsid w:val="00A750EF"/>
    <w:rsid w:val="00A869C0"/>
    <w:rsid w:val="00A87F60"/>
    <w:rsid w:val="00A9374A"/>
    <w:rsid w:val="00AA322B"/>
    <w:rsid w:val="00AA5ABB"/>
    <w:rsid w:val="00AB744F"/>
    <w:rsid w:val="00AB7561"/>
    <w:rsid w:val="00AC3393"/>
    <w:rsid w:val="00AC7E54"/>
    <w:rsid w:val="00AD3CC7"/>
    <w:rsid w:val="00AE29B1"/>
    <w:rsid w:val="00AE3BEE"/>
    <w:rsid w:val="00AE7C14"/>
    <w:rsid w:val="00B02A23"/>
    <w:rsid w:val="00B10C06"/>
    <w:rsid w:val="00B12958"/>
    <w:rsid w:val="00B156FB"/>
    <w:rsid w:val="00B15BB9"/>
    <w:rsid w:val="00B16A38"/>
    <w:rsid w:val="00B24AA3"/>
    <w:rsid w:val="00B2773C"/>
    <w:rsid w:val="00B331D6"/>
    <w:rsid w:val="00B34DA6"/>
    <w:rsid w:val="00B448C9"/>
    <w:rsid w:val="00B523F0"/>
    <w:rsid w:val="00B53212"/>
    <w:rsid w:val="00B5460B"/>
    <w:rsid w:val="00B55CF3"/>
    <w:rsid w:val="00B575E0"/>
    <w:rsid w:val="00B61795"/>
    <w:rsid w:val="00B625B6"/>
    <w:rsid w:val="00B67B0A"/>
    <w:rsid w:val="00B76C91"/>
    <w:rsid w:val="00B811A6"/>
    <w:rsid w:val="00B82DCF"/>
    <w:rsid w:val="00B844A9"/>
    <w:rsid w:val="00B87139"/>
    <w:rsid w:val="00B95999"/>
    <w:rsid w:val="00B97326"/>
    <w:rsid w:val="00BA2608"/>
    <w:rsid w:val="00BA3EC0"/>
    <w:rsid w:val="00BB36F7"/>
    <w:rsid w:val="00BB754E"/>
    <w:rsid w:val="00BC06B5"/>
    <w:rsid w:val="00BC098A"/>
    <w:rsid w:val="00BC2386"/>
    <w:rsid w:val="00BC3F13"/>
    <w:rsid w:val="00BC6C9D"/>
    <w:rsid w:val="00BD2057"/>
    <w:rsid w:val="00BD44E3"/>
    <w:rsid w:val="00BD52FD"/>
    <w:rsid w:val="00BD55D9"/>
    <w:rsid w:val="00BD6EF3"/>
    <w:rsid w:val="00BE0EC5"/>
    <w:rsid w:val="00BE0F7B"/>
    <w:rsid w:val="00BE4AF2"/>
    <w:rsid w:val="00BF6B90"/>
    <w:rsid w:val="00C043A0"/>
    <w:rsid w:val="00C05268"/>
    <w:rsid w:val="00C079FF"/>
    <w:rsid w:val="00C11C04"/>
    <w:rsid w:val="00C14121"/>
    <w:rsid w:val="00C163F3"/>
    <w:rsid w:val="00C258CE"/>
    <w:rsid w:val="00C26523"/>
    <w:rsid w:val="00C27C96"/>
    <w:rsid w:val="00C27F3F"/>
    <w:rsid w:val="00C328CD"/>
    <w:rsid w:val="00C36AF8"/>
    <w:rsid w:val="00C414B6"/>
    <w:rsid w:val="00C41CF5"/>
    <w:rsid w:val="00C42D12"/>
    <w:rsid w:val="00C51A59"/>
    <w:rsid w:val="00C55ACE"/>
    <w:rsid w:val="00C57744"/>
    <w:rsid w:val="00C614B7"/>
    <w:rsid w:val="00C62B24"/>
    <w:rsid w:val="00C66F94"/>
    <w:rsid w:val="00C6710E"/>
    <w:rsid w:val="00C72B71"/>
    <w:rsid w:val="00C74759"/>
    <w:rsid w:val="00C8661E"/>
    <w:rsid w:val="00C874AF"/>
    <w:rsid w:val="00C92318"/>
    <w:rsid w:val="00C938C8"/>
    <w:rsid w:val="00C94C82"/>
    <w:rsid w:val="00C97666"/>
    <w:rsid w:val="00CA0EF2"/>
    <w:rsid w:val="00CA3737"/>
    <w:rsid w:val="00CA5F17"/>
    <w:rsid w:val="00CB2864"/>
    <w:rsid w:val="00CB2A04"/>
    <w:rsid w:val="00CB36D3"/>
    <w:rsid w:val="00CB4F65"/>
    <w:rsid w:val="00CC1365"/>
    <w:rsid w:val="00CC26EA"/>
    <w:rsid w:val="00CC7340"/>
    <w:rsid w:val="00CC7AEE"/>
    <w:rsid w:val="00CD2148"/>
    <w:rsid w:val="00CD42CC"/>
    <w:rsid w:val="00CD7958"/>
    <w:rsid w:val="00CE02A2"/>
    <w:rsid w:val="00CE6439"/>
    <w:rsid w:val="00CE7334"/>
    <w:rsid w:val="00D06A02"/>
    <w:rsid w:val="00D07B5B"/>
    <w:rsid w:val="00D110E1"/>
    <w:rsid w:val="00D126EF"/>
    <w:rsid w:val="00D1288B"/>
    <w:rsid w:val="00D14562"/>
    <w:rsid w:val="00D14737"/>
    <w:rsid w:val="00D27913"/>
    <w:rsid w:val="00D32405"/>
    <w:rsid w:val="00D359AC"/>
    <w:rsid w:val="00D37317"/>
    <w:rsid w:val="00D420D9"/>
    <w:rsid w:val="00D433DB"/>
    <w:rsid w:val="00D467DE"/>
    <w:rsid w:val="00D5134F"/>
    <w:rsid w:val="00D53CEB"/>
    <w:rsid w:val="00D542CF"/>
    <w:rsid w:val="00D63441"/>
    <w:rsid w:val="00D67BD9"/>
    <w:rsid w:val="00D70E52"/>
    <w:rsid w:val="00D71361"/>
    <w:rsid w:val="00D71F4B"/>
    <w:rsid w:val="00D72707"/>
    <w:rsid w:val="00D8118C"/>
    <w:rsid w:val="00D84B7A"/>
    <w:rsid w:val="00D8657D"/>
    <w:rsid w:val="00D872FE"/>
    <w:rsid w:val="00D9321E"/>
    <w:rsid w:val="00D945B7"/>
    <w:rsid w:val="00D9509F"/>
    <w:rsid w:val="00D9786D"/>
    <w:rsid w:val="00DA1AFB"/>
    <w:rsid w:val="00DA1CAC"/>
    <w:rsid w:val="00DA3538"/>
    <w:rsid w:val="00DB4C27"/>
    <w:rsid w:val="00DC4B55"/>
    <w:rsid w:val="00DC6C77"/>
    <w:rsid w:val="00DC7FAD"/>
    <w:rsid w:val="00DD0D66"/>
    <w:rsid w:val="00DD4E86"/>
    <w:rsid w:val="00DD59FF"/>
    <w:rsid w:val="00DD61C9"/>
    <w:rsid w:val="00DE2326"/>
    <w:rsid w:val="00DE32DF"/>
    <w:rsid w:val="00DE7B69"/>
    <w:rsid w:val="00DF34F1"/>
    <w:rsid w:val="00DF4F17"/>
    <w:rsid w:val="00E01A3C"/>
    <w:rsid w:val="00E05429"/>
    <w:rsid w:val="00E06DB0"/>
    <w:rsid w:val="00E10570"/>
    <w:rsid w:val="00E1284C"/>
    <w:rsid w:val="00E149F6"/>
    <w:rsid w:val="00E16142"/>
    <w:rsid w:val="00E1654F"/>
    <w:rsid w:val="00E171FD"/>
    <w:rsid w:val="00E210A4"/>
    <w:rsid w:val="00E22BA5"/>
    <w:rsid w:val="00E32BEF"/>
    <w:rsid w:val="00E340CD"/>
    <w:rsid w:val="00E3678F"/>
    <w:rsid w:val="00E42FFF"/>
    <w:rsid w:val="00E43D26"/>
    <w:rsid w:val="00E44923"/>
    <w:rsid w:val="00E5032D"/>
    <w:rsid w:val="00E5091E"/>
    <w:rsid w:val="00E50CCE"/>
    <w:rsid w:val="00E53E88"/>
    <w:rsid w:val="00E54A98"/>
    <w:rsid w:val="00E54C69"/>
    <w:rsid w:val="00E54D08"/>
    <w:rsid w:val="00E57CEC"/>
    <w:rsid w:val="00E57E3F"/>
    <w:rsid w:val="00E618A5"/>
    <w:rsid w:val="00E62029"/>
    <w:rsid w:val="00E63DE4"/>
    <w:rsid w:val="00E65B0D"/>
    <w:rsid w:val="00E67401"/>
    <w:rsid w:val="00E705CA"/>
    <w:rsid w:val="00E707E7"/>
    <w:rsid w:val="00E7295D"/>
    <w:rsid w:val="00E737A8"/>
    <w:rsid w:val="00E75195"/>
    <w:rsid w:val="00E75A23"/>
    <w:rsid w:val="00E80123"/>
    <w:rsid w:val="00E81A6F"/>
    <w:rsid w:val="00E84962"/>
    <w:rsid w:val="00E86A8E"/>
    <w:rsid w:val="00E8725F"/>
    <w:rsid w:val="00E91669"/>
    <w:rsid w:val="00E93E0E"/>
    <w:rsid w:val="00E97A61"/>
    <w:rsid w:val="00EA12AD"/>
    <w:rsid w:val="00EA2947"/>
    <w:rsid w:val="00EA5882"/>
    <w:rsid w:val="00EB179E"/>
    <w:rsid w:val="00EB3C99"/>
    <w:rsid w:val="00EC211E"/>
    <w:rsid w:val="00EC45FE"/>
    <w:rsid w:val="00EC4D92"/>
    <w:rsid w:val="00EC552D"/>
    <w:rsid w:val="00EC710E"/>
    <w:rsid w:val="00ED2888"/>
    <w:rsid w:val="00ED38A8"/>
    <w:rsid w:val="00ED75BC"/>
    <w:rsid w:val="00EE42A5"/>
    <w:rsid w:val="00EF4571"/>
    <w:rsid w:val="00EF4732"/>
    <w:rsid w:val="00EF4A20"/>
    <w:rsid w:val="00EF64F8"/>
    <w:rsid w:val="00F00614"/>
    <w:rsid w:val="00F008E0"/>
    <w:rsid w:val="00F01057"/>
    <w:rsid w:val="00F0178E"/>
    <w:rsid w:val="00F02490"/>
    <w:rsid w:val="00F02B84"/>
    <w:rsid w:val="00F10B7F"/>
    <w:rsid w:val="00F14BDC"/>
    <w:rsid w:val="00F1692E"/>
    <w:rsid w:val="00F2187E"/>
    <w:rsid w:val="00F27E0E"/>
    <w:rsid w:val="00F31AC7"/>
    <w:rsid w:val="00F32C27"/>
    <w:rsid w:val="00F427B7"/>
    <w:rsid w:val="00F5211E"/>
    <w:rsid w:val="00F52573"/>
    <w:rsid w:val="00F578F8"/>
    <w:rsid w:val="00F612EF"/>
    <w:rsid w:val="00F67730"/>
    <w:rsid w:val="00F74BFD"/>
    <w:rsid w:val="00F74C41"/>
    <w:rsid w:val="00F86139"/>
    <w:rsid w:val="00F90D7E"/>
    <w:rsid w:val="00F90EC8"/>
    <w:rsid w:val="00F920D7"/>
    <w:rsid w:val="00F969D2"/>
    <w:rsid w:val="00FA2D12"/>
    <w:rsid w:val="00FA635F"/>
    <w:rsid w:val="00FB11F7"/>
    <w:rsid w:val="00FB3D4A"/>
    <w:rsid w:val="00FC0D85"/>
    <w:rsid w:val="00FC16DF"/>
    <w:rsid w:val="00FC210D"/>
    <w:rsid w:val="00FC2481"/>
    <w:rsid w:val="00FC2D45"/>
    <w:rsid w:val="00FC3102"/>
    <w:rsid w:val="00FC39D7"/>
    <w:rsid w:val="00FC5A0A"/>
    <w:rsid w:val="00FC6509"/>
    <w:rsid w:val="00FC6C93"/>
    <w:rsid w:val="00FD01F2"/>
    <w:rsid w:val="00FD09CC"/>
    <w:rsid w:val="00FD0E34"/>
    <w:rsid w:val="00FD78B7"/>
    <w:rsid w:val="00FE00B4"/>
    <w:rsid w:val="00FE24A8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31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C8642-5D3D-49E0-8897-633A6132DFC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4386319-E6B5-4589-B7B4-FBA2F9A8F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ED2A19-7A4A-4504-80EE-455BA0DC471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2C23F0D1</Template>
  <TotalTime>0</TotalTime>
  <Pages>4</Pages>
  <Words>514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Hildegard Meier</cp:lastModifiedBy>
  <cp:revision>125</cp:revision>
  <dcterms:created xsi:type="dcterms:W3CDTF">2022-05-04T09:02:00Z</dcterms:created>
  <dcterms:modified xsi:type="dcterms:W3CDTF">2022-05-16T11:48:00Z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